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AD72FF" w14:textId="77777777" w:rsidR="00372AD1" w:rsidRPr="009575CE" w:rsidRDefault="00372AD1" w:rsidP="00F768BB"/>
    <w:p w14:paraId="24797B62" w14:textId="7E55B98B" w:rsidR="001C296B" w:rsidRPr="00660550" w:rsidRDefault="00F111CF" w:rsidP="00F768BB">
      <w:r w:rsidRPr="00660550">
        <w:t>Communiqué de presse du</w:t>
      </w:r>
      <w:r w:rsidR="00CD55F7" w:rsidRPr="00660550">
        <w:t xml:space="preserve"> </w:t>
      </w:r>
      <w:r w:rsidRPr="00660550">
        <w:t>2</w:t>
      </w:r>
      <w:r w:rsidR="00847F7B" w:rsidRPr="00660550">
        <w:t>7</w:t>
      </w:r>
      <w:r w:rsidRPr="00660550">
        <w:t xml:space="preserve"> m</w:t>
      </w:r>
      <w:r w:rsidR="00AE3062" w:rsidRPr="00660550">
        <w:t>ai</w:t>
      </w:r>
      <w:r w:rsidR="00D533E8" w:rsidRPr="00660550">
        <w:t xml:space="preserve"> </w:t>
      </w:r>
      <w:r w:rsidR="001C296B" w:rsidRPr="00660550">
        <w:t>202</w:t>
      </w:r>
      <w:r w:rsidR="00847F7B" w:rsidRPr="00660550">
        <w:t>5</w:t>
      </w:r>
    </w:p>
    <w:p w14:paraId="637F1A51" w14:textId="77777777" w:rsidR="001C296B" w:rsidRPr="00660550" w:rsidRDefault="001C296B" w:rsidP="00F768BB"/>
    <w:p w14:paraId="4AD29812" w14:textId="0D25B219" w:rsidR="00AE3062" w:rsidRPr="00660550" w:rsidRDefault="00F111CF" w:rsidP="004078F5">
      <w:pPr>
        <w:pStyle w:val="Titel"/>
        <w:ind w:right="-29"/>
      </w:pPr>
      <w:r w:rsidRPr="00660550">
        <w:t>Rapport annuel</w:t>
      </w:r>
      <w:r w:rsidR="00AE3062" w:rsidRPr="00660550">
        <w:t xml:space="preserve"> 202</w:t>
      </w:r>
      <w:r w:rsidR="00847F7B" w:rsidRPr="00660550">
        <w:t>4</w:t>
      </w:r>
      <w:r w:rsidR="00AE3062" w:rsidRPr="00660550">
        <w:t xml:space="preserve"> </w:t>
      </w:r>
      <w:r w:rsidRPr="00660550">
        <w:t>de l’Aide suiss</w:t>
      </w:r>
      <w:r w:rsidR="00AE3062" w:rsidRPr="00660550">
        <w:t>e</w:t>
      </w:r>
      <w:r w:rsidRPr="00660550">
        <w:t xml:space="preserve"> à la montagne</w:t>
      </w:r>
    </w:p>
    <w:p w14:paraId="44CF213B" w14:textId="09E1365E" w:rsidR="001C296B" w:rsidRPr="00660550" w:rsidRDefault="00F111CF" w:rsidP="00F768BB">
      <w:r w:rsidRPr="00660550">
        <w:t>L</w:t>
      </w:r>
      <w:r w:rsidR="00940CDE" w:rsidRPr="00660550">
        <w:t>égendes</w:t>
      </w:r>
      <w:r w:rsidR="001C296B" w:rsidRPr="00660550">
        <w:t>:</w:t>
      </w:r>
    </w:p>
    <w:p w14:paraId="29735183" w14:textId="77777777" w:rsidR="00F768BB" w:rsidRPr="00660550" w:rsidRDefault="00F768BB" w:rsidP="00F768BB"/>
    <w:p w14:paraId="480ACCDB" w14:textId="54A5DEFF" w:rsidR="00F768BB" w:rsidRPr="00660550" w:rsidRDefault="00F768BB" w:rsidP="00F768BB">
      <w:r w:rsidRPr="00660550">
        <w:t>Photo 01:</w:t>
      </w:r>
      <w:r w:rsidRPr="00660550">
        <w:tab/>
        <w:t>Scier du bois, traire les vaches ou souder des métaux grâce à la force du soleil: 1030 entreprises de montagne en sont désormais capables. Elles ont installé des panneaux solaires en 2024 avec le soutien de l’Aide suisse à la montagne.</w:t>
      </w:r>
      <w:r w:rsidRPr="00660550">
        <w:br/>
        <w:t xml:space="preserve">Photo: Max </w:t>
      </w:r>
      <w:proofErr w:type="spellStart"/>
      <w:r w:rsidRPr="00660550">
        <w:t>Hugelshofer</w:t>
      </w:r>
      <w:proofErr w:type="spellEnd"/>
      <w:r w:rsidRPr="00660550">
        <w:t>/Aide suisse à la montagne</w:t>
      </w:r>
    </w:p>
    <w:p w14:paraId="6161C539" w14:textId="77777777" w:rsidR="00F768BB" w:rsidRPr="00660550" w:rsidRDefault="00F768BB" w:rsidP="00F768BB">
      <w:pPr>
        <w:pStyle w:val="MMBildlegende"/>
      </w:pPr>
    </w:p>
    <w:p w14:paraId="7ED80979" w14:textId="216632E1" w:rsidR="00F768BB" w:rsidRPr="00660550" w:rsidRDefault="00F768BB" w:rsidP="00F768BB">
      <w:pPr>
        <w:pStyle w:val="MMBildlegende"/>
      </w:pPr>
      <w:r w:rsidRPr="00660550">
        <w:t>Photo 02:</w:t>
      </w:r>
      <w:r w:rsidRPr="00660550">
        <w:tab/>
        <w:t xml:space="preserve">Affouragement dans l’étable des Lamprecht dans le canton des Grisons: en 2024, l’Aide suisse à la montagne a soutenu 422 projets agricoles dont cette exploitation de montagne du val </w:t>
      </w:r>
      <w:proofErr w:type="spellStart"/>
      <w:r w:rsidRPr="00660550">
        <w:t>Müstair</w:t>
      </w:r>
      <w:proofErr w:type="spellEnd"/>
      <w:r w:rsidRPr="00660550">
        <w:t>.</w:t>
      </w:r>
      <w:r w:rsidRPr="00660550">
        <w:br/>
        <w:t>Photo: Yannick Andrea/Aide suisse à la montagne</w:t>
      </w:r>
    </w:p>
    <w:p w14:paraId="40F06B21" w14:textId="77777777" w:rsidR="00F768BB" w:rsidRPr="00660550" w:rsidRDefault="00F768BB" w:rsidP="00F768BB">
      <w:pPr>
        <w:pStyle w:val="MMBildlegende"/>
      </w:pPr>
    </w:p>
    <w:p w14:paraId="624ABAB6" w14:textId="59E6E60C" w:rsidR="00F768BB" w:rsidRPr="00660550" w:rsidRDefault="00F768BB" w:rsidP="00F768BB">
      <w:pPr>
        <w:pStyle w:val="MMBildlegende"/>
      </w:pPr>
      <w:r w:rsidRPr="00660550">
        <w:t xml:space="preserve">Photo 03: </w:t>
      </w:r>
      <w:r w:rsidRPr="00660550">
        <w:tab/>
        <w:t xml:space="preserve">Chez Fritz Berger, à </w:t>
      </w:r>
      <w:proofErr w:type="spellStart"/>
      <w:r w:rsidRPr="00660550">
        <w:t>Fahrni</w:t>
      </w:r>
      <w:proofErr w:type="spellEnd"/>
      <w:r w:rsidRPr="00660550">
        <w:t xml:space="preserve">, on peut dormir à la belle étoile avec vue sur le </w:t>
      </w:r>
      <w:proofErr w:type="spellStart"/>
      <w:r w:rsidRPr="00660550">
        <w:t>Stockhorn</w:t>
      </w:r>
      <w:proofErr w:type="spellEnd"/>
      <w:r w:rsidRPr="00660550">
        <w:t xml:space="preserve">. Il fait partie des 54 projets de tourisme à avoir reçu un soutien de l’Aide suisse à la montagne en 2024. </w:t>
      </w:r>
      <w:r w:rsidRPr="00660550">
        <w:br/>
        <w:t xml:space="preserve">Photo: Max </w:t>
      </w:r>
      <w:proofErr w:type="spellStart"/>
      <w:r w:rsidRPr="00660550">
        <w:t>Hugelshofer</w:t>
      </w:r>
      <w:proofErr w:type="spellEnd"/>
      <w:r w:rsidRPr="00660550">
        <w:t>/Aide suisse à la montagne</w:t>
      </w:r>
    </w:p>
    <w:p w14:paraId="67E9BD45" w14:textId="77777777" w:rsidR="00F768BB" w:rsidRPr="00660550" w:rsidRDefault="00F768BB" w:rsidP="00F768BB">
      <w:pPr>
        <w:pStyle w:val="MMBildlegende"/>
      </w:pPr>
    </w:p>
    <w:p w14:paraId="0D0EE227" w14:textId="42E420F4" w:rsidR="00F768BB" w:rsidRPr="00660550" w:rsidRDefault="00F768BB" w:rsidP="00F768BB">
      <w:pPr>
        <w:pStyle w:val="MMBildlegende"/>
      </w:pPr>
      <w:r w:rsidRPr="00660550">
        <w:t>Photo 04:</w:t>
      </w:r>
      <w:r w:rsidRPr="00660550">
        <w:tab/>
        <w:t xml:space="preserve">Un produit aussi simple qu’une étiquette de jardin en bois demande des processus précis et un atelier adéquat. L’Aide suisse à la montagne a soutenu 31 projets du domaine des Arts et métiers, dont celui de Heinz </w:t>
      </w:r>
      <w:proofErr w:type="spellStart"/>
      <w:r w:rsidRPr="00660550">
        <w:t>Tschiermer</w:t>
      </w:r>
      <w:proofErr w:type="spellEnd"/>
      <w:r w:rsidRPr="00660550">
        <w:t xml:space="preserve"> à </w:t>
      </w:r>
      <w:proofErr w:type="spellStart"/>
      <w:r w:rsidRPr="00660550">
        <w:t>Habkern</w:t>
      </w:r>
      <w:proofErr w:type="spellEnd"/>
      <w:r w:rsidRPr="00660550">
        <w:t>.</w:t>
      </w:r>
      <w:r w:rsidR="00660550">
        <w:br/>
      </w:r>
      <w:r w:rsidRPr="00660550">
        <w:t>Photo: Yannick Andrea/Aide suisse à la montagne</w:t>
      </w:r>
    </w:p>
    <w:p w14:paraId="0F069CBB" w14:textId="77777777" w:rsidR="00F768BB" w:rsidRPr="00660550" w:rsidRDefault="00F768BB" w:rsidP="00F768BB">
      <w:pPr>
        <w:pStyle w:val="MMBildlegende"/>
      </w:pPr>
    </w:p>
    <w:p w14:paraId="0BB76C02" w14:textId="22A8A110" w:rsidR="00F768BB" w:rsidRPr="00660550" w:rsidRDefault="00F768BB" w:rsidP="00F768BB">
      <w:pPr>
        <w:pStyle w:val="MMBildlegende"/>
      </w:pPr>
      <w:r w:rsidRPr="00660550">
        <w:t>Photo 05:</w:t>
      </w:r>
      <w:r w:rsidRPr="00660550">
        <w:tab/>
        <w:t>Dans le nouvel atelier de la charpenterie Müller, les machines et le matériel sont enfin réunis au même endroit. Cela économise un temps précieux. Dans le domaine Forêt et bois, l’Aide suisse à la montagne a apporté son soutien à six projets en 2024.</w:t>
      </w:r>
      <w:r w:rsidR="00660550">
        <w:br/>
      </w:r>
      <w:r w:rsidRPr="00660550">
        <w:t>Photo: Yannick Andrea/Aide suisse à la montagne</w:t>
      </w:r>
    </w:p>
    <w:p w14:paraId="16B73370" w14:textId="77777777" w:rsidR="00F768BB" w:rsidRPr="00660550" w:rsidRDefault="00F768BB" w:rsidP="00F768BB"/>
    <w:p w14:paraId="0D3D17B2" w14:textId="63B557B8" w:rsidR="00F768BB" w:rsidRPr="00660550" w:rsidRDefault="00F768BB" w:rsidP="00F768BB">
      <w:r w:rsidRPr="00660550">
        <w:t>Photo 06:</w:t>
      </w:r>
      <w:r w:rsidRPr="00660550">
        <w:tab/>
        <w:t xml:space="preserve">En Suisse, près de la moitié des personnes qui suivent une formation continue la financent elles-mêmes. En comparaison avec la plaine, les formations sont plus chères dans les régions de montagne, notamment parce que le trajet vers le lieu de formation est plus long. L’an dernier, l’Aide suisse à la montagne a soutenu dix projets de formation. </w:t>
      </w:r>
      <w:r w:rsidRPr="00660550">
        <w:br/>
        <w:t>Photo: Yannick Andrea/Aide suisse à la montagne</w:t>
      </w:r>
    </w:p>
    <w:p w14:paraId="0ED50F2A" w14:textId="77777777" w:rsidR="00AE3062" w:rsidRPr="00660550" w:rsidRDefault="00AE3062" w:rsidP="00F768BB">
      <w:pPr>
        <w:pStyle w:val="MMBildlegende"/>
        <w:ind w:left="0" w:firstLine="0"/>
      </w:pPr>
    </w:p>
    <w:p w14:paraId="32F35C5F" w14:textId="77777777" w:rsidR="00940CDE" w:rsidRPr="00660550" w:rsidRDefault="00940CDE" w:rsidP="00F768BB">
      <w:r w:rsidRPr="00660550">
        <w:t>Photos libres de droits, destinées à un usage rédactionnel.</w:t>
      </w:r>
    </w:p>
    <w:p w14:paraId="49D58120" w14:textId="15DB0AF8" w:rsidR="00940CDE" w:rsidRPr="00660550" w:rsidRDefault="00940CDE" w:rsidP="00F768BB">
      <w:pPr>
        <w:ind w:left="284" w:hanging="284"/>
      </w:pPr>
      <w:r w:rsidRPr="00660550">
        <w:sym w:font="Wingdings" w:char="F0E8"/>
      </w:r>
      <w:r w:rsidRPr="00660550">
        <w:tab/>
        <w:t>Le communiqué de presse</w:t>
      </w:r>
      <w:r w:rsidR="003929DA" w:rsidRPr="00660550">
        <w:t>, le rapport annuel</w:t>
      </w:r>
      <w:r w:rsidRPr="00660550">
        <w:t xml:space="preserve"> et les </w:t>
      </w:r>
      <w:r w:rsidR="003929DA" w:rsidRPr="00660550">
        <w:t>illustrations</w:t>
      </w:r>
      <w:r w:rsidRPr="00660550">
        <w:t xml:space="preserve"> </w:t>
      </w:r>
      <w:r w:rsidR="00C63401" w:rsidRPr="00660550">
        <w:t xml:space="preserve">en haute définition </w:t>
      </w:r>
      <w:r w:rsidRPr="00660550">
        <w:t xml:space="preserve">peuvent être téléchargés à partir de l’adresse suivante: </w:t>
      </w:r>
      <w:hyperlink r:id="rId11" w:history="1">
        <w:r w:rsidR="009A1BD6" w:rsidRPr="00660550">
          <w:rPr>
            <w:rStyle w:val="Hyperlink"/>
            <w:rFonts w:asciiTheme="minorHAnsi" w:hAnsiTheme="minorHAnsi"/>
          </w:rPr>
          <w:t>www.aidemontagne.ch/medias</w:t>
        </w:r>
      </w:hyperlink>
    </w:p>
    <w:p w14:paraId="34D296E6" w14:textId="77777777" w:rsidR="00893771" w:rsidRPr="00660550" w:rsidRDefault="00893771" w:rsidP="00F768BB">
      <w:pPr>
        <w:ind w:left="0" w:firstLine="0"/>
      </w:pPr>
    </w:p>
    <w:p w14:paraId="1EC7816B" w14:textId="77777777" w:rsidR="00940CDE" w:rsidRPr="00660550" w:rsidRDefault="00940CDE" w:rsidP="00F768BB">
      <w:r w:rsidRPr="00660550">
        <w:t xml:space="preserve">Pour tout complément d’information: </w:t>
      </w:r>
    </w:p>
    <w:p w14:paraId="66BCA2B6" w14:textId="77777777" w:rsidR="00940CDE" w:rsidRPr="00660550" w:rsidRDefault="00940CDE" w:rsidP="00F768BB">
      <w:r w:rsidRPr="00660550">
        <w:t xml:space="preserve">Christine </w:t>
      </w:r>
      <w:proofErr w:type="spellStart"/>
      <w:r w:rsidRPr="00660550">
        <w:t>Urfer</w:t>
      </w:r>
      <w:proofErr w:type="spellEnd"/>
    </w:p>
    <w:p w14:paraId="6DBB0CD6" w14:textId="28496B12" w:rsidR="00940CDE" w:rsidRPr="00660550" w:rsidRDefault="00940CDE" w:rsidP="00F768BB">
      <w:r w:rsidRPr="00660550">
        <w:t>Coordination pour les médias de la Suisse romande</w:t>
      </w:r>
      <w:r w:rsidR="00F768BB" w:rsidRPr="00660550">
        <w:t xml:space="preserve"> et du Tessin</w:t>
      </w:r>
    </w:p>
    <w:p w14:paraId="3BE85D16" w14:textId="77777777" w:rsidR="00940CDE" w:rsidRPr="00660550" w:rsidRDefault="00940CDE" w:rsidP="00F768BB">
      <w:r w:rsidRPr="00660550">
        <w:t>Tél. 078 619 05 00, 021 320 00 10</w:t>
      </w:r>
    </w:p>
    <w:p w14:paraId="59DA9E2F" w14:textId="68A65221" w:rsidR="00940CDE" w:rsidRPr="004078F5" w:rsidRDefault="00940CDE" w:rsidP="00F768BB">
      <w:r w:rsidRPr="00660550">
        <w:rPr>
          <w:rStyle w:val="Hyperlink"/>
          <w:rFonts w:asciiTheme="minorHAnsi" w:hAnsiTheme="minorHAnsi"/>
        </w:rPr>
        <w:t>christine@pur-pr.com</w:t>
      </w:r>
    </w:p>
    <w:sectPr w:rsidR="00940CDE" w:rsidRPr="004078F5" w:rsidSect="00077337">
      <w:footerReference w:type="default" r:id="rId12"/>
      <w:headerReference w:type="first" r:id="rId13"/>
      <w:footerReference w:type="first" r:id="rId14"/>
      <w:pgSz w:w="11906" w:h="16838" w:code="9"/>
      <w:pgMar w:top="1328" w:right="1558" w:bottom="1985" w:left="1588" w:header="720" w:footer="53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9396C7" w14:textId="77777777" w:rsidR="00A55FBC" w:rsidRDefault="00A55FBC" w:rsidP="00F768BB">
      <w:r>
        <w:separator/>
      </w:r>
    </w:p>
    <w:p w14:paraId="4A0C312D" w14:textId="77777777" w:rsidR="00A55FBC" w:rsidRDefault="00A55FBC" w:rsidP="00F768BB"/>
    <w:p w14:paraId="50C75FDE" w14:textId="77777777" w:rsidR="00A55FBC" w:rsidRDefault="00A55FBC" w:rsidP="00F768BB"/>
  </w:endnote>
  <w:endnote w:type="continuationSeparator" w:id="0">
    <w:p w14:paraId="51601153" w14:textId="77777777" w:rsidR="00A55FBC" w:rsidRDefault="00A55FBC" w:rsidP="00F768BB">
      <w:r>
        <w:continuationSeparator/>
      </w:r>
    </w:p>
    <w:p w14:paraId="6D857724" w14:textId="77777777" w:rsidR="00A55FBC" w:rsidRDefault="00A55FBC" w:rsidP="00F768BB"/>
    <w:p w14:paraId="34387FB0" w14:textId="77777777" w:rsidR="00A55FBC" w:rsidRDefault="00A55FBC" w:rsidP="00F768BB"/>
  </w:endnote>
  <w:endnote w:type="continuationNotice" w:id="1">
    <w:p w14:paraId="40B19EF8" w14:textId="77777777" w:rsidR="00A55FBC" w:rsidRDefault="00A55FBC" w:rsidP="00F768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entra No2 Light">
    <w:altName w:val="Arial"/>
    <w:panose1 w:val="020B0604020202020204"/>
    <w:charset w:val="00"/>
    <w:family w:val="modern"/>
    <w:pitch w:val="variable"/>
    <w:sig w:usb0="A00000EF" w:usb1="5001207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3E0B3" w14:textId="6036539D" w:rsidR="00FF5D76" w:rsidRPr="00A315BB" w:rsidRDefault="003929DA" w:rsidP="00F768BB">
    <w:pPr>
      <w:pStyle w:val="Fuzeile"/>
    </w:pPr>
    <w:r>
      <w:t>Page</w:t>
    </w:r>
    <w:r w:rsidR="00FF5D76" w:rsidRPr="00A315BB">
      <w:t xml:space="preserve"> </w:t>
    </w:r>
    <w:r w:rsidR="00FF5D76" w:rsidRPr="00A315BB">
      <w:fldChar w:fldCharType="begin"/>
    </w:r>
    <w:r w:rsidR="00FF5D76" w:rsidRPr="00A315BB">
      <w:instrText xml:space="preserve"> PAGE   \* MERGEFORMAT </w:instrText>
    </w:r>
    <w:r w:rsidR="00FF5D76" w:rsidRPr="00A315BB">
      <w:fldChar w:fldCharType="separate"/>
    </w:r>
    <w:r w:rsidR="00893771">
      <w:rPr>
        <w:noProof/>
      </w:rPr>
      <w:t>2</w:t>
    </w:r>
    <w:r w:rsidR="00FF5D76" w:rsidRPr="00A315BB">
      <w:fldChar w:fldCharType="end"/>
    </w:r>
    <w:r w:rsidR="00FF5D76" w:rsidRPr="00A315BB">
      <w:t>/</w:t>
    </w:r>
    <w:fldSimple w:instr=" NUMPAGES   \* MERGEFORMAT ">
      <w:r w:rsidR="00893771">
        <w:rPr>
          <w:noProof/>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EE744" w14:textId="57E4BBF6" w:rsidR="00FF5D76" w:rsidRPr="00A315BB" w:rsidRDefault="003929DA" w:rsidP="00F768BB">
    <w:pPr>
      <w:pStyle w:val="Fuzeile"/>
    </w:pPr>
    <w:r>
      <w:t>Page</w:t>
    </w:r>
    <w:r w:rsidR="00FF5D76" w:rsidRPr="00A315BB">
      <w:t xml:space="preserve"> </w:t>
    </w:r>
    <w:r w:rsidR="00FF5D76" w:rsidRPr="00A315BB">
      <w:fldChar w:fldCharType="begin"/>
    </w:r>
    <w:r w:rsidR="00FF5D76" w:rsidRPr="00A315BB">
      <w:instrText xml:space="preserve"> PAGE   \* MERGEFORMAT </w:instrText>
    </w:r>
    <w:r w:rsidR="00FF5D76" w:rsidRPr="00A315BB">
      <w:fldChar w:fldCharType="separate"/>
    </w:r>
    <w:r w:rsidR="00893771">
      <w:rPr>
        <w:noProof/>
      </w:rPr>
      <w:t>1</w:t>
    </w:r>
    <w:r w:rsidR="00FF5D76" w:rsidRPr="00A315BB">
      <w:fldChar w:fldCharType="end"/>
    </w:r>
    <w:r w:rsidR="00FF5D76" w:rsidRPr="00A315BB">
      <w:t>/</w:t>
    </w:r>
    <w:fldSimple w:instr=" NUMPAGES   \* MERGEFORMAT ">
      <w:r w:rsidR="00893771">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B1C80" w14:textId="77777777" w:rsidR="00A55FBC" w:rsidRDefault="00A55FBC" w:rsidP="00F768BB">
      <w:r>
        <w:separator/>
      </w:r>
    </w:p>
    <w:p w14:paraId="05D12489" w14:textId="77777777" w:rsidR="00A55FBC" w:rsidRDefault="00A55FBC" w:rsidP="00F768BB"/>
    <w:p w14:paraId="43735191" w14:textId="77777777" w:rsidR="00A55FBC" w:rsidRDefault="00A55FBC" w:rsidP="00F768BB"/>
  </w:footnote>
  <w:footnote w:type="continuationSeparator" w:id="0">
    <w:p w14:paraId="22671AF4" w14:textId="77777777" w:rsidR="00A55FBC" w:rsidRDefault="00A55FBC" w:rsidP="00F768BB">
      <w:r>
        <w:continuationSeparator/>
      </w:r>
    </w:p>
    <w:p w14:paraId="6881B61D" w14:textId="77777777" w:rsidR="00A55FBC" w:rsidRDefault="00A55FBC" w:rsidP="00F768BB"/>
    <w:p w14:paraId="53346E92" w14:textId="77777777" w:rsidR="00A55FBC" w:rsidRDefault="00A55FBC" w:rsidP="00F768BB"/>
  </w:footnote>
  <w:footnote w:type="continuationNotice" w:id="1">
    <w:p w14:paraId="39B73A30" w14:textId="77777777" w:rsidR="00A55FBC" w:rsidRDefault="00A55FBC" w:rsidP="00F768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pPr w:leftFromText="142" w:rightFromText="142" w:vertAnchor="text" w:horzAnchor="margin" w:tblpY="1135"/>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0"/>
    </w:tblGrid>
    <w:tr w:rsidR="00050836" w14:paraId="74E1DA11" w14:textId="77777777" w:rsidTr="00050836">
      <w:trPr>
        <w:trHeight w:val="794"/>
      </w:trPr>
      <w:tc>
        <w:tcPr>
          <w:tcW w:w="8750" w:type="dxa"/>
        </w:tcPr>
        <w:p w14:paraId="508762B0" w14:textId="77777777" w:rsidR="00050836" w:rsidRDefault="00050836" w:rsidP="00F768BB">
          <w:pPr>
            <w:pStyle w:val="Kopfzeile"/>
          </w:pPr>
        </w:p>
      </w:tc>
    </w:tr>
  </w:tbl>
  <w:p w14:paraId="1777C01B" w14:textId="46DB8A30" w:rsidR="003B1AA7" w:rsidRDefault="00F47517" w:rsidP="00F768BB">
    <w:pPr>
      <w:pStyle w:val="Kopfzeile"/>
    </w:pPr>
    <w:r>
      <w:rPr>
        <w:noProof/>
      </w:rPr>
      <w:drawing>
        <wp:anchor distT="0" distB="0" distL="114300" distR="114300" simplePos="0" relativeHeight="251658240" behindDoc="1" locked="0" layoutInCell="1" allowOverlap="1" wp14:anchorId="6F511CA4" wp14:editId="6E480BE2">
          <wp:simplePos x="0" y="0"/>
          <wp:positionH relativeFrom="column">
            <wp:posOffset>-605155</wp:posOffset>
          </wp:positionH>
          <wp:positionV relativeFrom="paragraph">
            <wp:posOffset>60960</wp:posOffset>
          </wp:positionV>
          <wp:extent cx="2556000" cy="6660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2556000" cy="666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16795"/>
    <w:multiLevelType w:val="multilevel"/>
    <w:tmpl w:val="7DEC44B2"/>
    <w:lvl w:ilvl="0">
      <w:start w:val="1"/>
      <w:numFmt w:val="decimal"/>
      <w:pStyle w:val="Listenabsatz"/>
      <w:lvlText w:val="%1."/>
      <w:lvlJc w:val="left"/>
      <w:pPr>
        <w:tabs>
          <w:tab w:val="num" w:pos="363"/>
        </w:tabs>
        <w:ind w:left="363" w:hanging="363"/>
      </w:pPr>
      <w:rPr>
        <w:rFonts w:hint="default"/>
      </w:rPr>
    </w:lvl>
    <w:lvl w:ilvl="1">
      <w:start w:val="1"/>
      <w:numFmt w:val="decimal"/>
      <w:lvlText w:val="%1.%2"/>
      <w:lvlJc w:val="left"/>
      <w:pPr>
        <w:tabs>
          <w:tab w:val="num" w:pos="777"/>
        </w:tabs>
        <w:ind w:left="1344" w:hanging="567"/>
      </w:pPr>
      <w:rPr>
        <w:rFonts w:hint="default"/>
      </w:rPr>
    </w:lvl>
    <w:lvl w:ilvl="2">
      <w:start w:val="1"/>
      <w:numFmt w:val="decimal"/>
      <w:lvlText w:val="%1.%2.%3"/>
      <w:lvlJc w:val="left"/>
      <w:pPr>
        <w:tabs>
          <w:tab w:val="num" w:pos="1344"/>
        </w:tabs>
        <w:ind w:left="2024" w:hanging="680"/>
      </w:pPr>
      <w:rPr>
        <w:rFonts w:hint="default"/>
      </w:rPr>
    </w:lvl>
    <w:lvl w:ilvl="3">
      <w:start w:val="1"/>
      <w:numFmt w:val="decimal"/>
      <w:lvlText w:val="%1.%2.%3.%4"/>
      <w:lvlJc w:val="left"/>
      <w:pPr>
        <w:tabs>
          <w:tab w:val="num" w:pos="2081"/>
        </w:tabs>
        <w:ind w:left="2932" w:hanging="851"/>
      </w:pPr>
      <w:rPr>
        <w:rFonts w:hint="default"/>
      </w:rPr>
    </w:lvl>
    <w:lvl w:ilvl="4">
      <w:start w:val="1"/>
      <w:numFmt w:val="decimal"/>
      <w:lvlText w:val="%1.%2.%3.%4.%5"/>
      <w:lvlJc w:val="left"/>
      <w:pPr>
        <w:tabs>
          <w:tab w:val="num" w:pos="2932"/>
        </w:tabs>
        <w:ind w:left="4009" w:hanging="1077"/>
      </w:pPr>
      <w:rPr>
        <w:rFonts w:hint="default"/>
      </w:rPr>
    </w:lvl>
    <w:lvl w:ilvl="5">
      <w:start w:val="1"/>
      <w:numFmt w:val="decimal"/>
      <w:lvlText w:val="%1.%2.%3.%4.%5.%6"/>
      <w:lvlJc w:val="left"/>
      <w:pPr>
        <w:tabs>
          <w:tab w:val="num" w:pos="3385"/>
        </w:tabs>
        <w:ind w:left="4576" w:hanging="1191"/>
      </w:pPr>
      <w:rPr>
        <w:rFonts w:hint="default"/>
      </w:rPr>
    </w:lvl>
    <w:lvl w:ilvl="6">
      <w:start w:val="1"/>
      <w:numFmt w:val="decimal"/>
      <w:lvlText w:val="%1.%2.%3.%4.%5.%6.%7"/>
      <w:lvlJc w:val="left"/>
      <w:pPr>
        <w:tabs>
          <w:tab w:val="num" w:pos="3952"/>
        </w:tabs>
        <w:ind w:left="5313" w:hanging="1361"/>
      </w:pPr>
      <w:rPr>
        <w:rFonts w:hint="default"/>
      </w:rPr>
    </w:lvl>
    <w:lvl w:ilvl="7">
      <w:start w:val="1"/>
      <w:numFmt w:val="decimal"/>
      <w:lvlText w:val="%1.%2.%3.%4.%5.%6.%8"/>
      <w:lvlJc w:val="left"/>
      <w:pPr>
        <w:tabs>
          <w:tab w:val="num" w:pos="4519"/>
        </w:tabs>
        <w:ind w:left="5880" w:hanging="1361"/>
      </w:pPr>
      <w:rPr>
        <w:rFonts w:hint="default"/>
      </w:rPr>
    </w:lvl>
    <w:lvl w:ilvl="8">
      <w:start w:val="1"/>
      <w:numFmt w:val="decimal"/>
      <w:lvlText w:val="%1.%2.%3.%4.%5.%6.%9"/>
      <w:lvlJc w:val="left"/>
      <w:pPr>
        <w:tabs>
          <w:tab w:val="num" w:pos="5086"/>
        </w:tabs>
        <w:ind w:left="6447" w:hanging="1361"/>
      </w:pPr>
      <w:rPr>
        <w:rFonts w:hint="default"/>
      </w:rPr>
    </w:lvl>
  </w:abstractNum>
  <w:abstractNum w:abstractNumId="1" w15:restartNumberingAfterBreak="0">
    <w:nsid w:val="08DF1548"/>
    <w:multiLevelType w:val="hybridMultilevel"/>
    <w:tmpl w:val="22C8AE7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6C70584"/>
    <w:multiLevelType w:val="multilevel"/>
    <w:tmpl w:val="08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1C0E003D"/>
    <w:multiLevelType w:val="hybridMultilevel"/>
    <w:tmpl w:val="8CE0FE3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27425922"/>
    <w:multiLevelType w:val="multilevel"/>
    <w:tmpl w:val="F1748E76"/>
    <w:lvl w:ilvl="0">
      <w:start w:val="1"/>
      <w:numFmt w:val="bullet"/>
      <w:lvlText w:val=""/>
      <w:lvlJc w:val="left"/>
      <w:pPr>
        <w:ind w:left="142" w:hanging="142"/>
      </w:pPr>
      <w:rPr>
        <w:rFonts w:ascii="Symbol" w:hAnsi="Symbol" w:hint="default"/>
      </w:rPr>
    </w:lvl>
    <w:lvl w:ilvl="1">
      <w:start w:val="1"/>
      <w:numFmt w:val="bullet"/>
      <w:lvlText w:val="‒"/>
      <w:lvlJc w:val="left"/>
      <w:pPr>
        <w:ind w:left="284" w:hanging="142"/>
      </w:pPr>
      <w:rPr>
        <w:rFonts w:ascii="Arial" w:hAnsi="Arial" w:hint="default"/>
      </w:rPr>
    </w:lvl>
    <w:lvl w:ilvl="2">
      <w:start w:val="1"/>
      <w:numFmt w:val="bullet"/>
      <w:lvlText w:val="‒"/>
      <w:lvlJc w:val="left"/>
      <w:pPr>
        <w:ind w:left="426" w:hanging="142"/>
      </w:pPr>
      <w:rPr>
        <w:rFonts w:ascii="Arial" w:hAnsi="Arial" w:hint="default"/>
      </w:rPr>
    </w:lvl>
    <w:lvl w:ilvl="3">
      <w:start w:val="1"/>
      <w:numFmt w:val="bullet"/>
      <w:lvlText w:val="‒"/>
      <w:lvlJc w:val="left"/>
      <w:pPr>
        <w:ind w:left="568" w:hanging="142"/>
      </w:pPr>
      <w:rPr>
        <w:rFonts w:ascii="Arial" w:hAnsi="Arial" w:hint="default"/>
      </w:rPr>
    </w:lvl>
    <w:lvl w:ilvl="4">
      <w:start w:val="1"/>
      <w:numFmt w:val="bullet"/>
      <w:lvlText w:val="‒"/>
      <w:lvlJc w:val="left"/>
      <w:pPr>
        <w:ind w:left="710" w:hanging="142"/>
      </w:pPr>
      <w:rPr>
        <w:rFonts w:ascii="Arial" w:hAnsi="Arial" w:hint="default"/>
      </w:rPr>
    </w:lvl>
    <w:lvl w:ilvl="5">
      <w:start w:val="1"/>
      <w:numFmt w:val="bullet"/>
      <w:lvlText w:val="‒"/>
      <w:lvlJc w:val="left"/>
      <w:pPr>
        <w:ind w:left="852" w:hanging="142"/>
      </w:pPr>
      <w:rPr>
        <w:rFonts w:ascii="Arial" w:hAnsi="Arial" w:hint="default"/>
      </w:rPr>
    </w:lvl>
    <w:lvl w:ilvl="6">
      <w:start w:val="1"/>
      <w:numFmt w:val="bullet"/>
      <w:lvlText w:val="‒"/>
      <w:lvlJc w:val="left"/>
      <w:pPr>
        <w:ind w:left="994" w:hanging="142"/>
      </w:pPr>
      <w:rPr>
        <w:rFonts w:ascii="Arial" w:hAnsi="Arial" w:hint="default"/>
      </w:rPr>
    </w:lvl>
    <w:lvl w:ilvl="7">
      <w:start w:val="1"/>
      <w:numFmt w:val="bullet"/>
      <w:lvlText w:val="‒"/>
      <w:lvlJc w:val="left"/>
      <w:pPr>
        <w:ind w:left="1136" w:hanging="142"/>
      </w:pPr>
      <w:rPr>
        <w:rFonts w:ascii="Arial" w:hAnsi="Arial" w:hint="default"/>
      </w:rPr>
    </w:lvl>
    <w:lvl w:ilvl="8">
      <w:start w:val="1"/>
      <w:numFmt w:val="bullet"/>
      <w:lvlText w:val="‒"/>
      <w:lvlJc w:val="left"/>
      <w:pPr>
        <w:ind w:left="1278" w:hanging="142"/>
      </w:pPr>
      <w:rPr>
        <w:rFonts w:ascii="Arial" w:hAnsi="Arial" w:hint="default"/>
      </w:rPr>
    </w:lvl>
  </w:abstractNum>
  <w:abstractNum w:abstractNumId="5" w15:restartNumberingAfterBreak="0">
    <w:nsid w:val="29E32E64"/>
    <w:multiLevelType w:val="multilevel"/>
    <w:tmpl w:val="4176C6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9E51CF0"/>
    <w:multiLevelType w:val="hybridMultilevel"/>
    <w:tmpl w:val="C90C8DB6"/>
    <w:lvl w:ilvl="0" w:tplc="F16E9AD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1C47866"/>
    <w:multiLevelType w:val="hybridMultilevel"/>
    <w:tmpl w:val="6054147A"/>
    <w:lvl w:ilvl="0" w:tplc="C2B88D82">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702F1BB8"/>
    <w:multiLevelType w:val="hybridMultilevel"/>
    <w:tmpl w:val="7ECE0954"/>
    <w:lvl w:ilvl="0" w:tplc="4F2A5284">
      <w:numFmt w:val="bullet"/>
      <w:lvlText w:val="•"/>
      <w:lvlJc w:val="left"/>
      <w:pPr>
        <w:ind w:left="720" w:hanging="360"/>
      </w:pPr>
      <w:rPr>
        <w:rFonts w:ascii="Arial" w:eastAsiaTheme="minorHAnsi" w:hAnsi="Arial" w:cs="Arial"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749B2CDB"/>
    <w:multiLevelType w:val="multilevel"/>
    <w:tmpl w:val="F1748E76"/>
    <w:lvl w:ilvl="0">
      <w:start w:val="1"/>
      <w:numFmt w:val="bullet"/>
      <w:lvlText w:val=""/>
      <w:lvlJc w:val="left"/>
      <w:pPr>
        <w:ind w:left="142" w:hanging="142"/>
      </w:pPr>
      <w:rPr>
        <w:rFonts w:ascii="Symbol" w:hAnsi="Symbol" w:hint="default"/>
      </w:rPr>
    </w:lvl>
    <w:lvl w:ilvl="1">
      <w:start w:val="1"/>
      <w:numFmt w:val="bullet"/>
      <w:lvlText w:val="‒"/>
      <w:lvlJc w:val="left"/>
      <w:pPr>
        <w:ind w:left="284" w:hanging="142"/>
      </w:pPr>
      <w:rPr>
        <w:rFonts w:ascii="Arial" w:hAnsi="Arial" w:hint="default"/>
      </w:rPr>
    </w:lvl>
    <w:lvl w:ilvl="2">
      <w:start w:val="1"/>
      <w:numFmt w:val="bullet"/>
      <w:lvlText w:val="‒"/>
      <w:lvlJc w:val="left"/>
      <w:pPr>
        <w:ind w:left="426" w:hanging="142"/>
      </w:pPr>
      <w:rPr>
        <w:rFonts w:ascii="Arial" w:hAnsi="Arial" w:hint="default"/>
      </w:rPr>
    </w:lvl>
    <w:lvl w:ilvl="3">
      <w:start w:val="1"/>
      <w:numFmt w:val="bullet"/>
      <w:lvlText w:val="‒"/>
      <w:lvlJc w:val="left"/>
      <w:pPr>
        <w:ind w:left="568" w:hanging="142"/>
      </w:pPr>
      <w:rPr>
        <w:rFonts w:ascii="Arial" w:hAnsi="Arial" w:hint="default"/>
      </w:rPr>
    </w:lvl>
    <w:lvl w:ilvl="4">
      <w:start w:val="1"/>
      <w:numFmt w:val="bullet"/>
      <w:lvlText w:val="‒"/>
      <w:lvlJc w:val="left"/>
      <w:pPr>
        <w:ind w:left="710" w:hanging="142"/>
      </w:pPr>
      <w:rPr>
        <w:rFonts w:ascii="Arial" w:hAnsi="Arial" w:hint="default"/>
      </w:rPr>
    </w:lvl>
    <w:lvl w:ilvl="5">
      <w:start w:val="1"/>
      <w:numFmt w:val="bullet"/>
      <w:lvlText w:val="‒"/>
      <w:lvlJc w:val="left"/>
      <w:pPr>
        <w:ind w:left="852" w:hanging="142"/>
      </w:pPr>
      <w:rPr>
        <w:rFonts w:ascii="Arial" w:hAnsi="Arial" w:hint="default"/>
      </w:rPr>
    </w:lvl>
    <w:lvl w:ilvl="6">
      <w:start w:val="1"/>
      <w:numFmt w:val="bullet"/>
      <w:lvlText w:val="‒"/>
      <w:lvlJc w:val="left"/>
      <w:pPr>
        <w:ind w:left="994" w:hanging="142"/>
      </w:pPr>
      <w:rPr>
        <w:rFonts w:ascii="Arial" w:hAnsi="Arial" w:hint="default"/>
      </w:rPr>
    </w:lvl>
    <w:lvl w:ilvl="7">
      <w:start w:val="1"/>
      <w:numFmt w:val="bullet"/>
      <w:lvlText w:val="‒"/>
      <w:lvlJc w:val="left"/>
      <w:pPr>
        <w:ind w:left="1136" w:hanging="142"/>
      </w:pPr>
      <w:rPr>
        <w:rFonts w:ascii="Arial" w:hAnsi="Arial" w:hint="default"/>
      </w:rPr>
    </w:lvl>
    <w:lvl w:ilvl="8">
      <w:start w:val="1"/>
      <w:numFmt w:val="bullet"/>
      <w:lvlText w:val="‒"/>
      <w:lvlJc w:val="left"/>
      <w:pPr>
        <w:ind w:left="1278" w:hanging="142"/>
      </w:pPr>
      <w:rPr>
        <w:rFonts w:ascii="Arial" w:hAnsi="Arial" w:hint="default"/>
      </w:rPr>
    </w:lvl>
  </w:abstractNum>
  <w:abstractNum w:abstractNumId="10" w15:restartNumberingAfterBreak="0">
    <w:nsid w:val="75BD381F"/>
    <w:multiLevelType w:val="multilevel"/>
    <w:tmpl w:val="53FEAEF2"/>
    <w:lvl w:ilvl="0">
      <w:start w:val="1"/>
      <w:numFmt w:val="bullet"/>
      <w:pStyle w:val="ListBulletpoints"/>
      <w:lvlText w:val=""/>
      <w:lvlJc w:val="left"/>
      <w:pPr>
        <w:tabs>
          <w:tab w:val="num" w:pos="278"/>
        </w:tabs>
        <w:ind w:left="278" w:hanging="278"/>
      </w:pPr>
      <w:rPr>
        <w:rFonts w:ascii="Symbol" w:hAnsi="Symbol" w:hint="default"/>
      </w:rPr>
    </w:lvl>
    <w:lvl w:ilvl="1">
      <w:start w:val="1"/>
      <w:numFmt w:val="bullet"/>
      <w:lvlText w:val=""/>
      <w:lvlJc w:val="left"/>
      <w:pPr>
        <w:tabs>
          <w:tab w:val="num" w:pos="567"/>
        </w:tabs>
        <w:ind w:left="567" w:hanging="289"/>
      </w:pPr>
      <w:rPr>
        <w:rFonts w:ascii="Symbol" w:hAnsi="Symbol" w:hint="default"/>
      </w:rPr>
    </w:lvl>
    <w:lvl w:ilvl="2">
      <w:start w:val="1"/>
      <w:numFmt w:val="bullet"/>
      <w:lvlText w:val=""/>
      <w:lvlJc w:val="left"/>
      <w:pPr>
        <w:tabs>
          <w:tab w:val="num" w:pos="851"/>
        </w:tabs>
        <w:ind w:left="851" w:hanging="284"/>
      </w:pPr>
      <w:rPr>
        <w:rFonts w:ascii="Symbol" w:hAnsi="Symbol" w:hint="default"/>
      </w:rPr>
    </w:lvl>
    <w:lvl w:ilvl="3">
      <w:start w:val="1"/>
      <w:numFmt w:val="bullet"/>
      <w:lvlText w:val=""/>
      <w:lvlJc w:val="left"/>
      <w:pPr>
        <w:tabs>
          <w:tab w:val="num" w:pos="1134"/>
        </w:tabs>
        <w:ind w:left="1134" w:hanging="283"/>
      </w:pPr>
      <w:rPr>
        <w:rFonts w:ascii="Symbol" w:hAnsi="Symbol" w:hint="default"/>
      </w:rPr>
    </w:lvl>
    <w:lvl w:ilvl="4">
      <w:start w:val="1"/>
      <w:numFmt w:val="bullet"/>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11" w15:restartNumberingAfterBreak="0">
    <w:nsid w:val="78070857"/>
    <w:multiLevelType w:val="multilevel"/>
    <w:tmpl w:val="2ABA8BD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7E247FFE"/>
    <w:multiLevelType w:val="hybridMultilevel"/>
    <w:tmpl w:val="1616A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75312825">
    <w:abstractNumId w:val="1"/>
  </w:num>
  <w:num w:numId="2" w16cid:durableId="504168782">
    <w:abstractNumId w:val="0"/>
  </w:num>
  <w:num w:numId="3" w16cid:durableId="76051516">
    <w:abstractNumId w:val="3"/>
  </w:num>
  <w:num w:numId="4" w16cid:durableId="297032521">
    <w:abstractNumId w:val="7"/>
  </w:num>
  <w:num w:numId="5" w16cid:durableId="733355058">
    <w:abstractNumId w:val="8"/>
  </w:num>
  <w:num w:numId="6" w16cid:durableId="1838570514">
    <w:abstractNumId w:val="10"/>
  </w:num>
  <w:num w:numId="7" w16cid:durableId="1550415724">
    <w:abstractNumId w:val="11"/>
  </w:num>
  <w:num w:numId="8" w16cid:durableId="1581981790">
    <w:abstractNumId w:val="12"/>
  </w:num>
  <w:num w:numId="9" w16cid:durableId="1429043743">
    <w:abstractNumId w:val="6"/>
  </w:num>
  <w:num w:numId="10" w16cid:durableId="677540941">
    <w:abstractNumId w:val="9"/>
  </w:num>
  <w:num w:numId="11" w16cid:durableId="1373766621">
    <w:abstractNumId w:val="5"/>
  </w:num>
  <w:num w:numId="12" w16cid:durableId="1799566221">
    <w:abstractNumId w:val="2"/>
  </w:num>
  <w:num w:numId="13" w16cid:durableId="2019427351">
    <w:abstractNumId w:val="10"/>
  </w:num>
  <w:num w:numId="14" w16cid:durableId="519009467">
    <w:abstractNumId w:val="0"/>
  </w:num>
  <w:num w:numId="15" w16cid:durableId="1006133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4"/>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296B"/>
    <w:rsid w:val="00001303"/>
    <w:rsid w:val="00006B90"/>
    <w:rsid w:val="00014B51"/>
    <w:rsid w:val="00027B3A"/>
    <w:rsid w:val="00030A87"/>
    <w:rsid w:val="00050033"/>
    <w:rsid w:val="00050836"/>
    <w:rsid w:val="000635BD"/>
    <w:rsid w:val="00065798"/>
    <w:rsid w:val="000755C1"/>
    <w:rsid w:val="00077337"/>
    <w:rsid w:val="0008290A"/>
    <w:rsid w:val="000841C6"/>
    <w:rsid w:val="00092756"/>
    <w:rsid w:val="000A08C2"/>
    <w:rsid w:val="000A73FB"/>
    <w:rsid w:val="000B23B5"/>
    <w:rsid w:val="000C2C75"/>
    <w:rsid w:val="000C7067"/>
    <w:rsid w:val="000D09E7"/>
    <w:rsid w:val="000E4DE7"/>
    <w:rsid w:val="000E7BFA"/>
    <w:rsid w:val="000F3E59"/>
    <w:rsid w:val="00113C5B"/>
    <w:rsid w:val="00133836"/>
    <w:rsid w:val="00133A29"/>
    <w:rsid w:val="0013660C"/>
    <w:rsid w:val="00144297"/>
    <w:rsid w:val="00147309"/>
    <w:rsid w:val="001559FB"/>
    <w:rsid w:val="001634B9"/>
    <w:rsid w:val="0017313E"/>
    <w:rsid w:val="001743A4"/>
    <w:rsid w:val="00175746"/>
    <w:rsid w:val="00183C76"/>
    <w:rsid w:val="00184FE7"/>
    <w:rsid w:val="001A1362"/>
    <w:rsid w:val="001A628E"/>
    <w:rsid w:val="001B0A2D"/>
    <w:rsid w:val="001B1CD5"/>
    <w:rsid w:val="001C07E5"/>
    <w:rsid w:val="001C200F"/>
    <w:rsid w:val="001C296B"/>
    <w:rsid w:val="001C3C14"/>
    <w:rsid w:val="001C5208"/>
    <w:rsid w:val="001C6071"/>
    <w:rsid w:val="001D5319"/>
    <w:rsid w:val="001F0E29"/>
    <w:rsid w:val="001F226F"/>
    <w:rsid w:val="001F4F37"/>
    <w:rsid w:val="0020206E"/>
    <w:rsid w:val="00210750"/>
    <w:rsid w:val="00211FF5"/>
    <w:rsid w:val="00225199"/>
    <w:rsid w:val="00244F46"/>
    <w:rsid w:val="00245101"/>
    <w:rsid w:val="00257C34"/>
    <w:rsid w:val="00263C6C"/>
    <w:rsid w:val="00292776"/>
    <w:rsid w:val="00296471"/>
    <w:rsid w:val="002A0234"/>
    <w:rsid w:val="002A5086"/>
    <w:rsid w:val="002A70E7"/>
    <w:rsid w:val="002B33BD"/>
    <w:rsid w:val="002C1AF9"/>
    <w:rsid w:val="002C27BD"/>
    <w:rsid w:val="002E67D5"/>
    <w:rsid w:val="002E765B"/>
    <w:rsid w:val="00306C8C"/>
    <w:rsid w:val="00316BE1"/>
    <w:rsid w:val="00335ECD"/>
    <w:rsid w:val="003425C3"/>
    <w:rsid w:val="00345803"/>
    <w:rsid w:val="00355859"/>
    <w:rsid w:val="00372AD1"/>
    <w:rsid w:val="003742B8"/>
    <w:rsid w:val="00376B7F"/>
    <w:rsid w:val="00391B0C"/>
    <w:rsid w:val="003929DA"/>
    <w:rsid w:val="003955D2"/>
    <w:rsid w:val="00396F32"/>
    <w:rsid w:val="003A0DC5"/>
    <w:rsid w:val="003B1AA7"/>
    <w:rsid w:val="003C0108"/>
    <w:rsid w:val="003C182D"/>
    <w:rsid w:val="003C3EEE"/>
    <w:rsid w:val="003D10D2"/>
    <w:rsid w:val="003D1140"/>
    <w:rsid w:val="003D5A51"/>
    <w:rsid w:val="003E2ACB"/>
    <w:rsid w:val="004078F5"/>
    <w:rsid w:val="00432B24"/>
    <w:rsid w:val="00450F51"/>
    <w:rsid w:val="00463669"/>
    <w:rsid w:val="00466500"/>
    <w:rsid w:val="00475376"/>
    <w:rsid w:val="004956D8"/>
    <w:rsid w:val="004A34AD"/>
    <w:rsid w:val="004C407B"/>
    <w:rsid w:val="004D7212"/>
    <w:rsid w:val="004E5CB8"/>
    <w:rsid w:val="004E65BA"/>
    <w:rsid w:val="004F1C70"/>
    <w:rsid w:val="0050224E"/>
    <w:rsid w:val="005031C8"/>
    <w:rsid w:val="00513C8F"/>
    <w:rsid w:val="00541E6B"/>
    <w:rsid w:val="00552863"/>
    <w:rsid w:val="00565523"/>
    <w:rsid w:val="00570F3F"/>
    <w:rsid w:val="00582F53"/>
    <w:rsid w:val="0058390F"/>
    <w:rsid w:val="00593EE5"/>
    <w:rsid w:val="005A27D8"/>
    <w:rsid w:val="005A3A45"/>
    <w:rsid w:val="005A7AE7"/>
    <w:rsid w:val="005C166A"/>
    <w:rsid w:val="005C5972"/>
    <w:rsid w:val="005C5CB5"/>
    <w:rsid w:val="006028E9"/>
    <w:rsid w:val="006068E7"/>
    <w:rsid w:val="00625ADF"/>
    <w:rsid w:val="0062783F"/>
    <w:rsid w:val="00646944"/>
    <w:rsid w:val="00660550"/>
    <w:rsid w:val="00664E45"/>
    <w:rsid w:val="0066705C"/>
    <w:rsid w:val="0068121B"/>
    <w:rsid w:val="006904F3"/>
    <w:rsid w:val="0069079E"/>
    <w:rsid w:val="006A2686"/>
    <w:rsid w:val="006A4445"/>
    <w:rsid w:val="006A449D"/>
    <w:rsid w:val="006B2EFB"/>
    <w:rsid w:val="006C2863"/>
    <w:rsid w:val="006C55EB"/>
    <w:rsid w:val="006D594F"/>
    <w:rsid w:val="006D6645"/>
    <w:rsid w:val="007010CE"/>
    <w:rsid w:val="00704C37"/>
    <w:rsid w:val="00713A15"/>
    <w:rsid w:val="00715782"/>
    <w:rsid w:val="00731922"/>
    <w:rsid w:val="00732C8C"/>
    <w:rsid w:val="0073719C"/>
    <w:rsid w:val="00747633"/>
    <w:rsid w:val="00774C30"/>
    <w:rsid w:val="00781502"/>
    <w:rsid w:val="00790CB1"/>
    <w:rsid w:val="00793A2D"/>
    <w:rsid w:val="007B3704"/>
    <w:rsid w:val="007D0B9D"/>
    <w:rsid w:val="007D3598"/>
    <w:rsid w:val="007F7A39"/>
    <w:rsid w:val="008004D3"/>
    <w:rsid w:val="00804BCE"/>
    <w:rsid w:val="0081223E"/>
    <w:rsid w:val="00832F5E"/>
    <w:rsid w:val="008461C6"/>
    <w:rsid w:val="00846D88"/>
    <w:rsid w:val="00847F7B"/>
    <w:rsid w:val="00860599"/>
    <w:rsid w:val="00887BF2"/>
    <w:rsid w:val="00893771"/>
    <w:rsid w:val="00897D50"/>
    <w:rsid w:val="008A675A"/>
    <w:rsid w:val="008B05E1"/>
    <w:rsid w:val="008B54EF"/>
    <w:rsid w:val="008B76DB"/>
    <w:rsid w:val="008C3745"/>
    <w:rsid w:val="008C5E72"/>
    <w:rsid w:val="008D1C00"/>
    <w:rsid w:val="008D368F"/>
    <w:rsid w:val="008D7DB4"/>
    <w:rsid w:val="008F4A36"/>
    <w:rsid w:val="009011F6"/>
    <w:rsid w:val="00902ABB"/>
    <w:rsid w:val="009054CA"/>
    <w:rsid w:val="0090612F"/>
    <w:rsid w:val="009164F2"/>
    <w:rsid w:val="00916AC9"/>
    <w:rsid w:val="00940CDE"/>
    <w:rsid w:val="00944C29"/>
    <w:rsid w:val="009464A1"/>
    <w:rsid w:val="009575CE"/>
    <w:rsid w:val="00957BEE"/>
    <w:rsid w:val="00966354"/>
    <w:rsid w:val="0098000F"/>
    <w:rsid w:val="00981009"/>
    <w:rsid w:val="009A013C"/>
    <w:rsid w:val="009A0EE7"/>
    <w:rsid w:val="009A1BD6"/>
    <w:rsid w:val="009A5137"/>
    <w:rsid w:val="009B2EAD"/>
    <w:rsid w:val="009B3541"/>
    <w:rsid w:val="009C247A"/>
    <w:rsid w:val="009D788D"/>
    <w:rsid w:val="009E16F3"/>
    <w:rsid w:val="00A01F07"/>
    <w:rsid w:val="00A020ED"/>
    <w:rsid w:val="00A02867"/>
    <w:rsid w:val="00A06816"/>
    <w:rsid w:val="00A10980"/>
    <w:rsid w:val="00A20A5F"/>
    <w:rsid w:val="00A315BB"/>
    <w:rsid w:val="00A34845"/>
    <w:rsid w:val="00A44868"/>
    <w:rsid w:val="00A46272"/>
    <w:rsid w:val="00A50FD6"/>
    <w:rsid w:val="00A55FBC"/>
    <w:rsid w:val="00AA7FC6"/>
    <w:rsid w:val="00AB2B23"/>
    <w:rsid w:val="00AB79E2"/>
    <w:rsid w:val="00AC6D33"/>
    <w:rsid w:val="00AC75DA"/>
    <w:rsid w:val="00AE3062"/>
    <w:rsid w:val="00B130B4"/>
    <w:rsid w:val="00B25058"/>
    <w:rsid w:val="00B2697C"/>
    <w:rsid w:val="00B33BB3"/>
    <w:rsid w:val="00B34DEB"/>
    <w:rsid w:val="00B524E9"/>
    <w:rsid w:val="00B527D2"/>
    <w:rsid w:val="00B5527A"/>
    <w:rsid w:val="00B612E0"/>
    <w:rsid w:val="00B66FE6"/>
    <w:rsid w:val="00B67293"/>
    <w:rsid w:val="00B86C09"/>
    <w:rsid w:val="00B934CC"/>
    <w:rsid w:val="00BA066B"/>
    <w:rsid w:val="00BA27F2"/>
    <w:rsid w:val="00BA674D"/>
    <w:rsid w:val="00BB0750"/>
    <w:rsid w:val="00BB396F"/>
    <w:rsid w:val="00BB6501"/>
    <w:rsid w:val="00BC2AF3"/>
    <w:rsid w:val="00BD1492"/>
    <w:rsid w:val="00BD3541"/>
    <w:rsid w:val="00BF1EBB"/>
    <w:rsid w:val="00BF3ED5"/>
    <w:rsid w:val="00BF3FEC"/>
    <w:rsid w:val="00BF67E1"/>
    <w:rsid w:val="00C11AF9"/>
    <w:rsid w:val="00C1345F"/>
    <w:rsid w:val="00C54404"/>
    <w:rsid w:val="00C56E1C"/>
    <w:rsid w:val="00C60060"/>
    <w:rsid w:val="00C62D05"/>
    <w:rsid w:val="00C63401"/>
    <w:rsid w:val="00C8355B"/>
    <w:rsid w:val="00C83E08"/>
    <w:rsid w:val="00C95CFC"/>
    <w:rsid w:val="00CB1A40"/>
    <w:rsid w:val="00CC0D0E"/>
    <w:rsid w:val="00CD32B6"/>
    <w:rsid w:val="00CD3E4C"/>
    <w:rsid w:val="00CD4E27"/>
    <w:rsid w:val="00CD55F7"/>
    <w:rsid w:val="00CE343C"/>
    <w:rsid w:val="00CE6124"/>
    <w:rsid w:val="00CE7165"/>
    <w:rsid w:val="00D051D8"/>
    <w:rsid w:val="00D1053A"/>
    <w:rsid w:val="00D12A7A"/>
    <w:rsid w:val="00D14E90"/>
    <w:rsid w:val="00D2148F"/>
    <w:rsid w:val="00D533E8"/>
    <w:rsid w:val="00D55D38"/>
    <w:rsid w:val="00D65DD3"/>
    <w:rsid w:val="00D7086E"/>
    <w:rsid w:val="00D708CB"/>
    <w:rsid w:val="00D769CE"/>
    <w:rsid w:val="00D922BF"/>
    <w:rsid w:val="00D94C04"/>
    <w:rsid w:val="00DA106A"/>
    <w:rsid w:val="00DA2AF8"/>
    <w:rsid w:val="00DB0E0B"/>
    <w:rsid w:val="00DC53B5"/>
    <w:rsid w:val="00DC6F28"/>
    <w:rsid w:val="00DE057A"/>
    <w:rsid w:val="00DE5C75"/>
    <w:rsid w:val="00DE5E19"/>
    <w:rsid w:val="00DF3E12"/>
    <w:rsid w:val="00DF5992"/>
    <w:rsid w:val="00E016AA"/>
    <w:rsid w:val="00E12574"/>
    <w:rsid w:val="00E22F05"/>
    <w:rsid w:val="00E31108"/>
    <w:rsid w:val="00E31F63"/>
    <w:rsid w:val="00E518C2"/>
    <w:rsid w:val="00E55396"/>
    <w:rsid w:val="00E773E3"/>
    <w:rsid w:val="00E83855"/>
    <w:rsid w:val="00E9262A"/>
    <w:rsid w:val="00EA4FFD"/>
    <w:rsid w:val="00EB16E8"/>
    <w:rsid w:val="00EB711E"/>
    <w:rsid w:val="00EC5CA4"/>
    <w:rsid w:val="00EC79DF"/>
    <w:rsid w:val="00ED5A1A"/>
    <w:rsid w:val="00EE1391"/>
    <w:rsid w:val="00EF0C94"/>
    <w:rsid w:val="00F111CF"/>
    <w:rsid w:val="00F20FBB"/>
    <w:rsid w:val="00F3155E"/>
    <w:rsid w:val="00F4668A"/>
    <w:rsid w:val="00F47517"/>
    <w:rsid w:val="00F5061B"/>
    <w:rsid w:val="00F6557C"/>
    <w:rsid w:val="00F73B75"/>
    <w:rsid w:val="00F768BB"/>
    <w:rsid w:val="00F935E2"/>
    <w:rsid w:val="00F97ECF"/>
    <w:rsid w:val="00FB4595"/>
    <w:rsid w:val="00FB51FA"/>
    <w:rsid w:val="00FB7512"/>
    <w:rsid w:val="00FC1157"/>
    <w:rsid w:val="00FC1A40"/>
    <w:rsid w:val="00FD7DF5"/>
    <w:rsid w:val="00FE7FC6"/>
    <w:rsid w:val="00FF5D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CD513"/>
  <w15:docId w15:val="{EF833707-D568-4E9D-AAAA-CAE49036A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768BB"/>
    <w:pPr>
      <w:spacing w:after="0" w:line="300" w:lineRule="exact"/>
      <w:ind w:left="1560" w:hanging="1560"/>
    </w:pPr>
    <w:rPr>
      <w:rFonts w:ascii="Arial" w:eastAsia="Times New Roman" w:hAnsi="Arial" w:cs="Arial"/>
      <w:lang w:eastAsia="de-CH"/>
    </w:rPr>
  </w:style>
  <w:style w:type="paragraph" w:styleId="berschrift1">
    <w:name w:val="heading 1"/>
    <w:basedOn w:val="Standard"/>
    <w:next w:val="Standard"/>
    <w:link w:val="berschrift1Zchn"/>
    <w:uiPriority w:val="9"/>
    <w:qFormat/>
    <w:rsid w:val="00AC6D33"/>
    <w:pPr>
      <w:keepNext/>
      <w:numPr>
        <w:numId w:val="12"/>
      </w:numPr>
      <w:spacing w:after="20" w:line="260" w:lineRule="atLeast"/>
      <w:ind w:left="431" w:hanging="431"/>
      <w:outlineLvl w:val="0"/>
    </w:pPr>
    <w:rPr>
      <w:rFonts w:asciiTheme="minorHAnsi" w:eastAsiaTheme="minorHAnsi" w:hAnsiTheme="minorHAnsi" w:cstheme="minorBidi"/>
      <w:b/>
      <w:bCs/>
      <w:lang w:eastAsia="en-US"/>
    </w:rPr>
  </w:style>
  <w:style w:type="paragraph" w:styleId="berschrift2">
    <w:name w:val="heading 2"/>
    <w:basedOn w:val="Standard"/>
    <w:next w:val="Standard"/>
    <w:link w:val="berschrift2Zchn"/>
    <w:uiPriority w:val="9"/>
    <w:qFormat/>
    <w:rsid w:val="00AC6D33"/>
    <w:pPr>
      <w:keepNext/>
      <w:numPr>
        <w:ilvl w:val="1"/>
        <w:numId w:val="12"/>
      </w:numPr>
      <w:spacing w:before="340" w:after="40" w:line="280" w:lineRule="atLeast"/>
      <w:ind w:left="578" w:hanging="578"/>
      <w:outlineLvl w:val="1"/>
    </w:pPr>
    <w:rPr>
      <w:rFonts w:asciiTheme="minorHAnsi" w:eastAsiaTheme="minorHAnsi" w:hAnsiTheme="minorHAnsi" w:cstheme="minorBidi"/>
      <w:b/>
      <w:bCs/>
      <w:lang w:eastAsia="en-US"/>
    </w:rPr>
  </w:style>
  <w:style w:type="paragraph" w:styleId="berschrift3">
    <w:name w:val="heading 3"/>
    <w:basedOn w:val="Standard"/>
    <w:next w:val="Standard"/>
    <w:link w:val="berschrift3Zchn"/>
    <w:uiPriority w:val="9"/>
    <w:qFormat/>
    <w:rsid w:val="00AC6D33"/>
    <w:pPr>
      <w:keepNext/>
      <w:numPr>
        <w:ilvl w:val="2"/>
        <w:numId w:val="12"/>
      </w:numPr>
      <w:spacing w:before="340" w:after="40" w:line="280" w:lineRule="atLeast"/>
      <w:outlineLvl w:val="2"/>
    </w:pPr>
    <w:rPr>
      <w:rFonts w:asciiTheme="minorHAnsi" w:eastAsiaTheme="minorHAnsi" w:hAnsiTheme="minorHAnsi" w:cstheme="minorBidi"/>
      <w:b/>
      <w:bCs/>
      <w:lang w:eastAsia="en-US"/>
    </w:rPr>
  </w:style>
  <w:style w:type="paragraph" w:styleId="berschrift4">
    <w:name w:val="heading 4"/>
    <w:basedOn w:val="Standard"/>
    <w:next w:val="Standard"/>
    <w:link w:val="berschrift4Zchn"/>
    <w:uiPriority w:val="9"/>
    <w:qFormat/>
    <w:rsid w:val="00A315BB"/>
    <w:pPr>
      <w:keepNext/>
      <w:numPr>
        <w:ilvl w:val="3"/>
        <w:numId w:val="12"/>
      </w:numPr>
      <w:spacing w:before="340" w:after="40" w:line="280" w:lineRule="atLeast"/>
      <w:ind w:left="862" w:hanging="862"/>
      <w:outlineLvl w:val="3"/>
    </w:pPr>
    <w:rPr>
      <w:rFonts w:asciiTheme="minorHAnsi" w:eastAsiaTheme="minorHAnsi" w:hAnsiTheme="minorHAnsi" w:cstheme="minorBidi"/>
      <w:b/>
      <w:bCs/>
      <w:lang w:eastAsia="en-US"/>
    </w:rPr>
  </w:style>
  <w:style w:type="paragraph" w:styleId="berschrift5">
    <w:name w:val="heading 5"/>
    <w:basedOn w:val="Standard"/>
    <w:next w:val="Standard"/>
    <w:link w:val="berschrift5Zchn"/>
    <w:uiPriority w:val="9"/>
    <w:qFormat/>
    <w:rsid w:val="00AC6D33"/>
    <w:pPr>
      <w:spacing w:before="340" w:after="40" w:line="260" w:lineRule="atLeast"/>
      <w:outlineLvl w:val="4"/>
    </w:pPr>
    <w:rPr>
      <w:rFonts w:asciiTheme="minorHAnsi" w:eastAsiaTheme="minorHAnsi" w:hAnsiTheme="minorHAnsi" w:cstheme="minorBidi"/>
      <w:b/>
      <w:bCs/>
      <w:lang w:eastAsia="en-US"/>
    </w:rPr>
  </w:style>
  <w:style w:type="paragraph" w:styleId="berschrift6">
    <w:name w:val="heading 6"/>
    <w:basedOn w:val="Standard"/>
    <w:next w:val="Standard"/>
    <w:link w:val="berschrift6Zchn"/>
    <w:uiPriority w:val="9"/>
    <w:rsid w:val="00FD7DF5"/>
    <w:pPr>
      <w:keepNext/>
      <w:keepLines/>
      <w:numPr>
        <w:ilvl w:val="5"/>
        <w:numId w:val="12"/>
      </w:numPr>
      <w:spacing w:before="40" w:line="260" w:lineRule="atLeast"/>
      <w:outlineLvl w:val="5"/>
    </w:pPr>
    <w:rPr>
      <w:rFonts w:asciiTheme="majorHAnsi" w:eastAsiaTheme="majorEastAsia" w:hAnsiTheme="majorHAnsi" w:cstheme="majorBidi"/>
      <w:color w:val="00312C" w:themeColor="accent1" w:themeShade="7F"/>
      <w:lang w:eastAsia="en-US"/>
    </w:rPr>
  </w:style>
  <w:style w:type="paragraph" w:styleId="berschrift7">
    <w:name w:val="heading 7"/>
    <w:basedOn w:val="Standard"/>
    <w:next w:val="Standard"/>
    <w:link w:val="berschrift7Zchn"/>
    <w:uiPriority w:val="9"/>
    <w:rsid w:val="00FD7DF5"/>
    <w:pPr>
      <w:keepNext/>
      <w:keepLines/>
      <w:numPr>
        <w:ilvl w:val="6"/>
        <w:numId w:val="12"/>
      </w:numPr>
      <w:spacing w:before="40" w:line="260" w:lineRule="atLeast"/>
      <w:outlineLvl w:val="6"/>
    </w:pPr>
    <w:rPr>
      <w:rFonts w:asciiTheme="majorHAnsi" w:eastAsiaTheme="majorEastAsia" w:hAnsiTheme="majorHAnsi" w:cstheme="majorBidi"/>
      <w:i/>
      <w:iCs/>
      <w:color w:val="00312C" w:themeColor="accent1" w:themeShade="7F"/>
      <w:lang w:eastAsia="en-US"/>
    </w:rPr>
  </w:style>
  <w:style w:type="paragraph" w:styleId="berschrift8">
    <w:name w:val="heading 8"/>
    <w:basedOn w:val="Standard"/>
    <w:next w:val="Standard"/>
    <w:link w:val="berschrift8Zchn"/>
    <w:uiPriority w:val="9"/>
    <w:rsid w:val="00FD7DF5"/>
    <w:pPr>
      <w:keepNext/>
      <w:keepLines/>
      <w:numPr>
        <w:ilvl w:val="7"/>
        <w:numId w:val="12"/>
      </w:numPr>
      <w:spacing w:before="40" w:line="260" w:lineRule="atLeast"/>
      <w:outlineLvl w:val="7"/>
    </w:pPr>
    <w:rPr>
      <w:rFonts w:asciiTheme="majorHAnsi" w:eastAsiaTheme="majorEastAsia" w:hAnsiTheme="majorHAnsi" w:cstheme="majorBidi"/>
      <w:color w:val="272727" w:themeColor="text1" w:themeTint="D8"/>
      <w:sz w:val="21"/>
      <w:szCs w:val="21"/>
      <w:lang w:eastAsia="en-US"/>
    </w:rPr>
  </w:style>
  <w:style w:type="paragraph" w:styleId="berschrift9">
    <w:name w:val="heading 9"/>
    <w:basedOn w:val="Standard"/>
    <w:next w:val="Standard"/>
    <w:link w:val="berschrift9Zchn"/>
    <w:uiPriority w:val="9"/>
    <w:rsid w:val="00FD7DF5"/>
    <w:pPr>
      <w:keepNext/>
      <w:keepLines/>
      <w:numPr>
        <w:ilvl w:val="8"/>
        <w:numId w:val="12"/>
      </w:numPr>
      <w:spacing w:before="40" w:line="260" w:lineRule="atLeast"/>
      <w:outlineLvl w:val="8"/>
    </w:pPr>
    <w:rPr>
      <w:rFonts w:asciiTheme="majorHAnsi" w:eastAsiaTheme="majorEastAsia" w:hAnsiTheme="majorHAnsi" w:cstheme="majorBidi"/>
      <w:i/>
      <w:iCs/>
      <w:color w:val="272727" w:themeColor="text1" w:themeTint="D8"/>
      <w:sz w:val="21"/>
      <w:szCs w:val="21"/>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E057A"/>
    <w:pPr>
      <w:tabs>
        <w:tab w:val="center" w:pos="4513"/>
        <w:tab w:val="right" w:pos="9026"/>
      </w:tabs>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DE057A"/>
  </w:style>
  <w:style w:type="paragraph" w:styleId="Fuzeile">
    <w:name w:val="footer"/>
    <w:basedOn w:val="Standard"/>
    <w:link w:val="FuzeileZchn"/>
    <w:uiPriority w:val="99"/>
    <w:unhideWhenUsed/>
    <w:rsid w:val="00DE057A"/>
    <w:pPr>
      <w:tabs>
        <w:tab w:val="center" w:pos="4513"/>
        <w:tab w:val="right" w:pos="9026"/>
      </w:tabs>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DE057A"/>
  </w:style>
  <w:style w:type="character" w:customStyle="1" w:styleId="berschrift1Zchn">
    <w:name w:val="Überschrift 1 Zchn"/>
    <w:basedOn w:val="Absatz-Standardschriftart"/>
    <w:link w:val="berschrift1"/>
    <w:uiPriority w:val="9"/>
    <w:rsid w:val="00A315BB"/>
    <w:rPr>
      <w:b/>
      <w:bCs/>
    </w:rPr>
  </w:style>
  <w:style w:type="table" w:styleId="Tabellenraster">
    <w:name w:val="Table Grid"/>
    <w:basedOn w:val="NormaleTabelle"/>
    <w:uiPriority w:val="39"/>
    <w:rsid w:val="002C2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Standard"/>
    <w:next w:val="Standard"/>
    <w:link w:val="DatumZchn"/>
    <w:uiPriority w:val="99"/>
    <w:unhideWhenUsed/>
    <w:rsid w:val="00AB79E2"/>
    <w:pPr>
      <w:framePr w:hSpace="142" w:wrap="around" w:vAnchor="page" w:hAnchor="margin" w:y="3120"/>
      <w:spacing w:after="220" w:line="226" w:lineRule="auto"/>
    </w:pPr>
    <w:rPr>
      <w:rFonts w:asciiTheme="majorHAnsi" w:eastAsiaTheme="minorHAnsi" w:hAnsiTheme="majorHAnsi" w:cstheme="majorHAnsi"/>
      <w:sz w:val="18"/>
      <w:szCs w:val="18"/>
      <w:lang w:eastAsia="en-US"/>
    </w:rPr>
  </w:style>
  <w:style w:type="character" w:customStyle="1" w:styleId="DatumZchn">
    <w:name w:val="Datum Zchn"/>
    <w:basedOn w:val="Absatz-Standardschriftart"/>
    <w:link w:val="Datum"/>
    <w:uiPriority w:val="99"/>
    <w:rsid w:val="00AB79E2"/>
    <w:rPr>
      <w:rFonts w:asciiTheme="majorHAnsi" w:hAnsiTheme="majorHAnsi" w:cstheme="majorHAnsi"/>
      <w:sz w:val="18"/>
      <w:szCs w:val="18"/>
    </w:rPr>
  </w:style>
  <w:style w:type="paragraph" w:customStyle="1" w:styleId="Absender">
    <w:name w:val="Absender"/>
    <w:basedOn w:val="Standard"/>
    <w:uiPriority w:val="9"/>
    <w:rsid w:val="00B86C09"/>
    <w:pPr>
      <w:framePr w:hSpace="142" w:wrap="around" w:vAnchor="page" w:hAnchor="margin" w:y="1509"/>
      <w:spacing w:line="220" w:lineRule="atLeast"/>
    </w:pPr>
    <w:rPr>
      <w:rFonts w:eastAsiaTheme="minorHAnsi"/>
      <w:sz w:val="18"/>
      <w:szCs w:val="18"/>
      <w:lang w:eastAsia="en-US"/>
    </w:rPr>
  </w:style>
  <w:style w:type="paragraph" w:styleId="Titel">
    <w:name w:val="Title"/>
    <w:basedOn w:val="KeinLeerraum"/>
    <w:next w:val="Standard"/>
    <w:link w:val="TitelZchn"/>
    <w:uiPriority w:val="10"/>
    <w:qFormat/>
    <w:rsid w:val="00F5061B"/>
    <w:pPr>
      <w:spacing w:after="320" w:line="360" w:lineRule="atLeast"/>
      <w:ind w:right="2948"/>
      <w:contextualSpacing/>
    </w:pPr>
    <w:rPr>
      <w:b/>
      <w:bCs/>
      <w:sz w:val="28"/>
      <w:szCs w:val="28"/>
    </w:rPr>
  </w:style>
  <w:style w:type="character" w:customStyle="1" w:styleId="TitelZchn">
    <w:name w:val="Titel Zchn"/>
    <w:basedOn w:val="Absatz-Standardschriftart"/>
    <w:link w:val="Titel"/>
    <w:uiPriority w:val="10"/>
    <w:rsid w:val="00F5061B"/>
    <w:rPr>
      <w:b/>
      <w:bCs/>
      <w:sz w:val="28"/>
      <w:szCs w:val="28"/>
    </w:rPr>
  </w:style>
  <w:style w:type="paragraph" w:customStyle="1" w:styleId="Adresse">
    <w:name w:val="Adresse"/>
    <w:basedOn w:val="Standard"/>
    <w:uiPriority w:val="9"/>
    <w:rsid w:val="0069079E"/>
    <w:pPr>
      <w:framePr w:hSpace="142" w:wrap="around" w:vAnchor="page" w:hAnchor="margin" w:y="3120"/>
      <w:spacing w:line="260" w:lineRule="atLeast"/>
    </w:pPr>
    <w:rPr>
      <w:rFonts w:eastAsiaTheme="minorHAnsi"/>
      <w:lang w:eastAsia="en-US"/>
    </w:rPr>
  </w:style>
  <w:style w:type="paragraph" w:customStyle="1" w:styleId="Kontakt">
    <w:name w:val="Kontakt"/>
    <w:basedOn w:val="Standard"/>
    <w:rsid w:val="001B0A2D"/>
    <w:pPr>
      <w:framePr w:hSpace="142" w:wrap="around" w:vAnchor="page" w:hAnchor="margin" w:y="3120"/>
      <w:spacing w:line="220" w:lineRule="atLeast"/>
    </w:pPr>
    <w:rPr>
      <w:rFonts w:eastAsiaTheme="minorHAnsi"/>
      <w:sz w:val="18"/>
      <w:szCs w:val="18"/>
      <w:lang w:eastAsia="en-US"/>
    </w:rPr>
  </w:style>
  <w:style w:type="paragraph" w:styleId="E-Mail-Signatur">
    <w:name w:val="E-mail Signature"/>
    <w:basedOn w:val="Kontakt"/>
    <w:link w:val="E-Mail-SignaturZchn"/>
    <w:uiPriority w:val="99"/>
    <w:unhideWhenUsed/>
    <w:rsid w:val="002C27BD"/>
    <w:pPr>
      <w:framePr w:wrap="around"/>
    </w:pPr>
    <w:rPr>
      <w:spacing w:val="-1"/>
    </w:rPr>
  </w:style>
  <w:style w:type="character" w:customStyle="1" w:styleId="E-Mail-SignaturZchn">
    <w:name w:val="E-Mail-Signatur Zchn"/>
    <w:basedOn w:val="Absatz-Standardschriftart"/>
    <w:link w:val="E-Mail-Signatur"/>
    <w:uiPriority w:val="99"/>
    <w:rsid w:val="002C27BD"/>
    <w:rPr>
      <w:rFonts w:ascii="Centra No2 Light" w:hAnsi="Centra No2 Light"/>
      <w:spacing w:val="-1"/>
      <w:sz w:val="18"/>
      <w:szCs w:val="18"/>
      <w:lang w:val="fr-FR"/>
    </w:rPr>
  </w:style>
  <w:style w:type="character" w:styleId="Platzhaltertext">
    <w:name w:val="Placeholder Text"/>
    <w:uiPriority w:val="99"/>
    <w:semiHidden/>
    <w:rsid w:val="002C27BD"/>
    <w:rPr>
      <w:color w:val="0070C0"/>
    </w:rPr>
  </w:style>
  <w:style w:type="paragraph" w:styleId="KeinLeerraum">
    <w:name w:val="No Spacing"/>
    <w:uiPriority w:val="1"/>
    <w:qFormat/>
    <w:rsid w:val="002C27BD"/>
    <w:pPr>
      <w:spacing w:after="0" w:line="240" w:lineRule="auto"/>
    </w:pPr>
  </w:style>
  <w:style w:type="paragraph" w:customStyle="1" w:styleId="Inhaltsverzeichnis">
    <w:name w:val="Inhaltsverzeichnis"/>
    <w:basedOn w:val="berschrift1"/>
    <w:rsid w:val="000635BD"/>
  </w:style>
  <w:style w:type="paragraph" w:styleId="Untertitel">
    <w:name w:val="Subtitle"/>
    <w:basedOn w:val="Standard"/>
    <w:next w:val="Standard"/>
    <w:link w:val="UntertitelZchn"/>
    <w:uiPriority w:val="11"/>
    <w:qFormat/>
    <w:rsid w:val="00DC53B5"/>
    <w:pPr>
      <w:spacing w:line="260" w:lineRule="atLeast"/>
    </w:pPr>
    <w:rPr>
      <w:rFonts w:asciiTheme="minorHAnsi" w:eastAsiaTheme="minorHAnsi" w:hAnsiTheme="minorHAnsi" w:cstheme="minorBidi"/>
      <w:b/>
      <w:bCs/>
      <w:lang w:eastAsia="en-US"/>
    </w:rPr>
  </w:style>
  <w:style w:type="character" w:customStyle="1" w:styleId="UntertitelZchn">
    <w:name w:val="Untertitel Zchn"/>
    <w:basedOn w:val="Absatz-Standardschriftart"/>
    <w:link w:val="Untertitel"/>
    <w:uiPriority w:val="11"/>
    <w:rsid w:val="00DC53B5"/>
    <w:rPr>
      <w:b/>
      <w:bCs/>
    </w:rPr>
  </w:style>
  <w:style w:type="paragraph" w:styleId="Listenabsatz">
    <w:name w:val="List Paragraph"/>
    <w:basedOn w:val="Standard"/>
    <w:uiPriority w:val="34"/>
    <w:rsid w:val="001B1CD5"/>
    <w:pPr>
      <w:numPr>
        <w:numId w:val="14"/>
      </w:numPr>
      <w:spacing w:after="180" w:line="300" w:lineRule="atLeast"/>
      <w:contextualSpacing/>
    </w:pPr>
    <w:rPr>
      <w:rFonts w:asciiTheme="minorHAnsi" w:eastAsiaTheme="minorHAnsi" w:hAnsiTheme="minorHAnsi" w:cstheme="minorBidi"/>
      <w:lang w:eastAsia="en-US"/>
    </w:rPr>
  </w:style>
  <w:style w:type="paragraph" w:customStyle="1" w:styleId="ListBulletpoints">
    <w:name w:val="ListBulletpoints"/>
    <w:basedOn w:val="Listenabsatz"/>
    <w:qFormat/>
    <w:rsid w:val="00C60060"/>
    <w:pPr>
      <w:numPr>
        <w:numId w:val="13"/>
      </w:numPr>
      <w:tabs>
        <w:tab w:val="clear" w:pos="278"/>
        <w:tab w:val="left" w:pos="340"/>
      </w:tabs>
      <w:spacing w:after="160"/>
      <w:ind w:left="340" w:hanging="340"/>
    </w:pPr>
  </w:style>
  <w:style w:type="paragraph" w:customStyle="1" w:styleId="ListNummern">
    <w:name w:val="ListNummern"/>
    <w:basedOn w:val="Listenabsatz"/>
    <w:qFormat/>
    <w:rsid w:val="00C60060"/>
    <w:pPr>
      <w:tabs>
        <w:tab w:val="clear" w:pos="363"/>
        <w:tab w:val="left" w:pos="340"/>
      </w:tabs>
      <w:spacing w:after="160"/>
      <w:ind w:left="340" w:hanging="340"/>
    </w:pPr>
  </w:style>
  <w:style w:type="paragraph" w:customStyle="1" w:styleId="Gruss">
    <w:name w:val="Gruss"/>
    <w:basedOn w:val="Standard"/>
    <w:rsid w:val="008D7DB4"/>
    <w:pPr>
      <w:spacing w:before="440" w:after="880" w:line="260" w:lineRule="atLeast"/>
    </w:pPr>
    <w:rPr>
      <w:rFonts w:asciiTheme="minorHAnsi" w:eastAsiaTheme="minorHAnsi" w:hAnsiTheme="minorHAnsi" w:cstheme="minorBidi"/>
      <w:lang w:eastAsia="en-US"/>
    </w:rPr>
  </w:style>
  <w:style w:type="paragraph" w:customStyle="1" w:styleId="PS">
    <w:name w:val="PS"/>
    <w:basedOn w:val="Standard"/>
    <w:rsid w:val="008461C6"/>
    <w:pPr>
      <w:spacing w:before="360" w:after="180" w:line="260" w:lineRule="atLeast"/>
      <w:ind w:left="426" w:hanging="426"/>
    </w:pPr>
    <w:rPr>
      <w:rFonts w:asciiTheme="minorHAnsi" w:eastAsiaTheme="minorHAnsi" w:hAnsiTheme="minorHAnsi" w:cstheme="minorBidi"/>
      <w:lang w:eastAsia="en-US"/>
    </w:rPr>
  </w:style>
  <w:style w:type="paragraph" w:customStyle="1" w:styleId="Betreff">
    <w:name w:val="Betreff"/>
    <w:basedOn w:val="berschrift1"/>
    <w:next w:val="Standard"/>
    <w:rsid w:val="00B86C09"/>
    <w:pPr>
      <w:framePr w:wrap="around" w:hAnchor="text" w:y="1509"/>
    </w:pPr>
  </w:style>
  <w:style w:type="character" w:customStyle="1" w:styleId="berschrift2Zchn">
    <w:name w:val="Überschrift 2 Zchn"/>
    <w:basedOn w:val="Absatz-Standardschriftart"/>
    <w:link w:val="berschrift2"/>
    <w:uiPriority w:val="9"/>
    <w:rsid w:val="00A315BB"/>
    <w:rPr>
      <w:b/>
      <w:bCs/>
      <w:szCs w:val="24"/>
    </w:rPr>
  </w:style>
  <w:style w:type="character" w:customStyle="1" w:styleId="berschrift3Zchn">
    <w:name w:val="Überschrift 3 Zchn"/>
    <w:basedOn w:val="Absatz-Standardschriftart"/>
    <w:link w:val="berschrift3"/>
    <w:uiPriority w:val="9"/>
    <w:rsid w:val="00A315BB"/>
    <w:rPr>
      <w:b/>
      <w:bCs/>
      <w:szCs w:val="24"/>
    </w:rPr>
  </w:style>
  <w:style w:type="character" w:customStyle="1" w:styleId="berschrift4Zchn">
    <w:name w:val="Überschrift 4 Zchn"/>
    <w:basedOn w:val="Absatz-Standardschriftart"/>
    <w:link w:val="berschrift4"/>
    <w:uiPriority w:val="9"/>
    <w:rsid w:val="00A315BB"/>
    <w:rPr>
      <w:b/>
      <w:bCs/>
      <w:szCs w:val="24"/>
    </w:rPr>
  </w:style>
  <w:style w:type="character" w:customStyle="1" w:styleId="berschrift5Zchn">
    <w:name w:val="Überschrift 5 Zchn"/>
    <w:basedOn w:val="Absatz-Standardschriftart"/>
    <w:link w:val="berschrift5"/>
    <w:uiPriority w:val="9"/>
    <w:rsid w:val="00A315BB"/>
    <w:rPr>
      <w:b/>
      <w:bCs/>
      <w:szCs w:val="24"/>
    </w:rPr>
  </w:style>
  <w:style w:type="paragraph" w:styleId="Inhaltsverzeichnisberschrift">
    <w:name w:val="TOC Heading"/>
    <w:basedOn w:val="berschrift1"/>
    <w:next w:val="Standard"/>
    <w:uiPriority w:val="39"/>
    <w:unhideWhenUsed/>
    <w:rsid w:val="000755C1"/>
    <w:pPr>
      <w:keepLines/>
      <w:numPr>
        <w:numId w:val="0"/>
      </w:numPr>
      <w:spacing w:after="200" w:line="360" w:lineRule="atLeast"/>
      <w:outlineLvl w:val="9"/>
    </w:pPr>
    <w:rPr>
      <w:rFonts w:asciiTheme="majorHAnsi" w:eastAsiaTheme="majorEastAsia" w:hAnsiTheme="majorHAnsi" w:cstheme="majorBidi"/>
      <w:sz w:val="28"/>
      <w:szCs w:val="28"/>
    </w:rPr>
  </w:style>
  <w:style w:type="paragraph" w:styleId="Verzeichnis1">
    <w:name w:val="toc 1"/>
    <w:basedOn w:val="Standard"/>
    <w:next w:val="Standard"/>
    <w:autoRedefine/>
    <w:uiPriority w:val="39"/>
    <w:unhideWhenUsed/>
    <w:rsid w:val="000755C1"/>
    <w:pPr>
      <w:tabs>
        <w:tab w:val="left" w:pos="426"/>
        <w:tab w:val="right" w:leader="dot" w:pos="8750"/>
      </w:tabs>
      <w:spacing w:before="200" w:line="260" w:lineRule="atLeast"/>
      <w:ind w:left="425" w:hanging="425"/>
    </w:pPr>
    <w:rPr>
      <w:rFonts w:asciiTheme="minorHAnsi" w:eastAsiaTheme="minorHAnsi" w:hAnsiTheme="minorHAnsi" w:cstheme="minorBidi"/>
      <w:b/>
      <w:bCs/>
      <w:noProof/>
      <w:sz w:val="18"/>
      <w:szCs w:val="18"/>
      <w:lang w:eastAsia="en-US"/>
    </w:rPr>
  </w:style>
  <w:style w:type="paragraph" w:styleId="Verzeichnis2">
    <w:name w:val="toc 2"/>
    <w:basedOn w:val="Standard"/>
    <w:next w:val="Standard"/>
    <w:autoRedefine/>
    <w:uiPriority w:val="39"/>
    <w:unhideWhenUsed/>
    <w:rsid w:val="000755C1"/>
    <w:pPr>
      <w:tabs>
        <w:tab w:val="left" w:pos="851"/>
        <w:tab w:val="right" w:leader="dot" w:pos="8750"/>
      </w:tabs>
      <w:spacing w:line="260" w:lineRule="atLeast"/>
      <w:ind w:left="850" w:hanging="425"/>
    </w:pPr>
    <w:rPr>
      <w:rFonts w:asciiTheme="minorHAnsi" w:eastAsiaTheme="minorHAnsi" w:hAnsiTheme="minorHAnsi" w:cstheme="minorBidi"/>
      <w:noProof/>
      <w:sz w:val="18"/>
      <w:szCs w:val="20"/>
      <w:lang w:eastAsia="en-US"/>
    </w:rPr>
  </w:style>
  <w:style w:type="paragraph" w:styleId="Verzeichnis3">
    <w:name w:val="toc 3"/>
    <w:basedOn w:val="Standard"/>
    <w:next w:val="Standard"/>
    <w:autoRedefine/>
    <w:uiPriority w:val="39"/>
    <w:unhideWhenUsed/>
    <w:rsid w:val="000755C1"/>
    <w:pPr>
      <w:tabs>
        <w:tab w:val="left" w:pos="1134"/>
        <w:tab w:val="right" w:leader="dot" w:pos="8750"/>
      </w:tabs>
      <w:spacing w:line="260" w:lineRule="atLeast"/>
      <w:ind w:left="1134" w:hanging="567"/>
    </w:pPr>
    <w:rPr>
      <w:rFonts w:asciiTheme="minorHAnsi" w:eastAsiaTheme="minorHAnsi" w:hAnsiTheme="minorHAnsi" w:cstheme="minorBidi"/>
      <w:noProof/>
      <w:sz w:val="18"/>
      <w:szCs w:val="20"/>
      <w:lang w:eastAsia="en-US"/>
    </w:rPr>
  </w:style>
  <w:style w:type="character" w:styleId="Hyperlink">
    <w:name w:val="Hyperlink"/>
    <w:basedOn w:val="Absatz-Standardschriftart"/>
    <w:unhideWhenUsed/>
    <w:rsid w:val="00FF5D76"/>
    <w:rPr>
      <w:color w:val="BF0D3E" w:themeColor="hyperlink"/>
      <w:u w:val="single"/>
    </w:rPr>
  </w:style>
  <w:style w:type="paragraph" w:styleId="Verzeichnis4">
    <w:name w:val="toc 4"/>
    <w:basedOn w:val="Standard"/>
    <w:next w:val="Standard"/>
    <w:autoRedefine/>
    <w:uiPriority w:val="39"/>
    <w:unhideWhenUsed/>
    <w:rsid w:val="00FD7DF5"/>
    <w:pPr>
      <w:tabs>
        <w:tab w:val="left" w:pos="1418"/>
        <w:tab w:val="right" w:leader="dot" w:pos="8750"/>
      </w:tabs>
      <w:spacing w:line="260" w:lineRule="atLeast"/>
      <w:ind w:left="1418" w:hanging="567"/>
    </w:pPr>
    <w:rPr>
      <w:rFonts w:asciiTheme="minorHAnsi" w:eastAsiaTheme="minorHAnsi" w:hAnsiTheme="minorHAnsi" w:cstheme="minorBidi"/>
      <w:noProof/>
      <w:sz w:val="18"/>
      <w:szCs w:val="20"/>
      <w:lang w:eastAsia="en-US"/>
    </w:rPr>
  </w:style>
  <w:style w:type="character" w:customStyle="1" w:styleId="berschrift6Zchn">
    <w:name w:val="Überschrift 6 Zchn"/>
    <w:basedOn w:val="Absatz-Standardschriftart"/>
    <w:link w:val="berschrift6"/>
    <w:uiPriority w:val="9"/>
    <w:rsid w:val="00FD7DF5"/>
    <w:rPr>
      <w:rFonts w:asciiTheme="majorHAnsi" w:eastAsiaTheme="majorEastAsia" w:hAnsiTheme="majorHAnsi" w:cstheme="majorBidi"/>
      <w:color w:val="00312C" w:themeColor="accent1" w:themeShade="7F"/>
      <w:sz w:val="20"/>
    </w:rPr>
  </w:style>
  <w:style w:type="character" w:customStyle="1" w:styleId="berschrift7Zchn">
    <w:name w:val="Überschrift 7 Zchn"/>
    <w:basedOn w:val="Absatz-Standardschriftart"/>
    <w:link w:val="berschrift7"/>
    <w:uiPriority w:val="9"/>
    <w:rsid w:val="00FD7DF5"/>
    <w:rPr>
      <w:rFonts w:asciiTheme="majorHAnsi" w:eastAsiaTheme="majorEastAsia" w:hAnsiTheme="majorHAnsi" w:cstheme="majorBidi"/>
      <w:i/>
      <w:iCs/>
      <w:color w:val="00312C" w:themeColor="accent1" w:themeShade="7F"/>
      <w:sz w:val="20"/>
    </w:rPr>
  </w:style>
  <w:style w:type="character" w:customStyle="1" w:styleId="berschrift8Zchn">
    <w:name w:val="Überschrift 8 Zchn"/>
    <w:basedOn w:val="Absatz-Standardschriftart"/>
    <w:link w:val="berschrift8"/>
    <w:uiPriority w:val="9"/>
    <w:rsid w:val="00FD7DF5"/>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rsid w:val="00FD7DF5"/>
    <w:rPr>
      <w:rFonts w:asciiTheme="majorHAnsi" w:eastAsiaTheme="majorEastAsia" w:hAnsiTheme="majorHAnsi" w:cstheme="majorBidi"/>
      <w:i/>
      <w:iCs/>
      <w:color w:val="272727" w:themeColor="text1" w:themeTint="D8"/>
      <w:sz w:val="21"/>
      <w:szCs w:val="21"/>
    </w:rPr>
  </w:style>
  <w:style w:type="character" w:styleId="BesuchterLink">
    <w:name w:val="FollowedHyperlink"/>
    <w:basedOn w:val="Absatz-Standardschriftart"/>
    <w:uiPriority w:val="99"/>
    <w:semiHidden/>
    <w:unhideWhenUsed/>
    <w:rsid w:val="00DA106A"/>
    <w:rPr>
      <w:color w:val="DF869F" w:themeColor="followedHyperlink"/>
      <w:u w:val="single"/>
    </w:rPr>
  </w:style>
  <w:style w:type="paragraph" w:customStyle="1" w:styleId="MMBildlegende">
    <w:name w:val="MM Bildlegende"/>
    <w:basedOn w:val="Standard"/>
    <w:qFormat/>
    <w:rsid w:val="00AE3062"/>
  </w:style>
  <w:style w:type="character" w:styleId="NichtaufgelsteErwhnung">
    <w:name w:val="Unresolved Mention"/>
    <w:basedOn w:val="Absatz-Standardschriftart"/>
    <w:uiPriority w:val="99"/>
    <w:semiHidden/>
    <w:unhideWhenUsed/>
    <w:rsid w:val="009A1B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idemontagne.ch/media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O:\Dateien\_Office%20Vorlagen%20und%20Anleitungen\Vorlagen%20Korrespondenz\Vorlagen\Arbeitsdokument_DE.dotx" TargetMode="External"/></Relationships>
</file>

<file path=word/theme/theme1.xml><?xml version="1.0" encoding="utf-8"?>
<a:theme xmlns:a="http://schemas.openxmlformats.org/drawingml/2006/main" name="Office Theme">
  <a:themeElements>
    <a:clrScheme name="Berghilfe">
      <a:dk1>
        <a:sysClr val="windowText" lastClr="000000"/>
      </a:dk1>
      <a:lt1>
        <a:sysClr val="window" lastClr="FFFFFF"/>
      </a:lt1>
      <a:dk2>
        <a:srgbClr val="44546A"/>
      </a:dk2>
      <a:lt2>
        <a:srgbClr val="E7E6E6"/>
      </a:lt2>
      <a:accent1>
        <a:srgbClr val="00635B"/>
      </a:accent1>
      <a:accent2>
        <a:srgbClr val="80B1AD"/>
      </a:accent2>
      <a:accent3>
        <a:srgbClr val="F1C400"/>
      </a:accent3>
      <a:accent4>
        <a:srgbClr val="F8E280"/>
      </a:accent4>
      <a:accent5>
        <a:srgbClr val="595959"/>
      </a:accent5>
      <a:accent6>
        <a:srgbClr val="BFBFBF"/>
      </a:accent6>
      <a:hlink>
        <a:srgbClr val="BF0D3E"/>
      </a:hlink>
      <a:folHlink>
        <a:srgbClr val="DF869F"/>
      </a:folHlink>
    </a:clrScheme>
    <a:fontScheme name="Berghilf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D488349EA825348AEEFE36C5D53640E" ma:contentTypeVersion="18" ma:contentTypeDescription="Ein neues Dokument erstellen." ma:contentTypeScope="" ma:versionID="f21e031d057b4ab38141f30f4b87d402">
  <xsd:schema xmlns:xsd="http://www.w3.org/2001/XMLSchema" xmlns:xs="http://www.w3.org/2001/XMLSchema" xmlns:p="http://schemas.microsoft.com/office/2006/metadata/properties" xmlns:ns2="d827649c-148c-40e8-b045-e8fba57f3250" xmlns:ns3="c874f970-5653-4671-9428-5d3d9bb3ed37" targetNamespace="http://schemas.microsoft.com/office/2006/metadata/properties" ma:root="true" ma:fieldsID="1ab2f70506905462ca43bddd2b26cd18" ns2:_="" ns3:_="">
    <xsd:import namespace="d827649c-148c-40e8-b045-e8fba57f3250"/>
    <xsd:import namespace="c874f970-5653-4671-9428-5d3d9bb3ed3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27649c-148c-40e8-b045-e8fba57f32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87634ebe-3b7f-430f-a276-66adb454cbfb"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74f970-5653-4671-9428-5d3d9bb3ed37"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48ab69d-1e97-4e05-a73f-f2cdc2f63569}" ma:internalName="TaxCatchAll" ma:showField="CatchAllData" ma:web="c874f970-5653-4671-9428-5d3d9bb3ed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874f970-5653-4671-9428-5d3d9bb3ed37" xsi:nil="true"/>
    <lcf76f155ced4ddcb4097134ff3c332f xmlns="d827649c-148c-40e8-b045-e8fba57f325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ECF6CEA-7A04-4023-A1F9-187A9920DE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27649c-148c-40e8-b045-e8fba57f3250"/>
    <ds:schemaRef ds:uri="c874f970-5653-4671-9428-5d3d9bb3e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6C03FA-842A-4120-8653-1CF0584C8ED9}">
  <ds:schemaRefs>
    <ds:schemaRef ds:uri="http://schemas.microsoft.com/sharepoint/v3/contenttype/forms"/>
  </ds:schemaRefs>
</ds:datastoreItem>
</file>

<file path=customXml/itemProps3.xml><?xml version="1.0" encoding="utf-8"?>
<ds:datastoreItem xmlns:ds="http://schemas.openxmlformats.org/officeDocument/2006/customXml" ds:itemID="{93D3D08F-16DC-4AF0-96C8-B60F738797EA}">
  <ds:schemaRefs>
    <ds:schemaRef ds:uri="http://schemas.openxmlformats.org/officeDocument/2006/bibliography"/>
  </ds:schemaRefs>
</ds:datastoreItem>
</file>

<file path=customXml/itemProps4.xml><?xml version="1.0" encoding="utf-8"?>
<ds:datastoreItem xmlns:ds="http://schemas.openxmlformats.org/officeDocument/2006/customXml" ds:itemID="{96AD6957-FC21-46B8-9A41-469E6C0AF655}">
  <ds:schemaRefs>
    <ds:schemaRef ds:uri="http://schemas.microsoft.com/office/2006/metadata/properties"/>
    <ds:schemaRef ds:uri="http://schemas.microsoft.com/office/infopath/2007/PartnerControls"/>
    <ds:schemaRef ds:uri="c874f970-5653-4671-9428-5d3d9bb3ed37"/>
    <ds:schemaRef ds:uri="d827649c-148c-40e8-b045-e8fba57f3250"/>
  </ds:schemaRefs>
</ds:datastoreItem>
</file>

<file path=docProps/app.xml><?xml version="1.0" encoding="utf-8"?>
<Properties xmlns="http://schemas.openxmlformats.org/officeDocument/2006/extended-properties" xmlns:vt="http://schemas.openxmlformats.org/officeDocument/2006/docPropsVTypes">
  <Template>O:\Dateien\_Office Vorlagen und Anleitungen\Vorlagen Korrespondenz\Vorlagen\Arbeitsdokument_DE.dotx</Template>
  <TotalTime>0</TotalTime>
  <Pages>2</Pages>
  <Words>323</Words>
  <Characters>2041</Characters>
  <Application>Microsoft Office Word</Application>
  <DocSecurity>0</DocSecurity>
  <Lines>17</Lines>
  <Paragraphs>4</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 Hugelshofer</dc:creator>
  <cp:lastModifiedBy>Alexandra Rozkosny</cp:lastModifiedBy>
  <cp:revision>13</cp:revision>
  <cp:lastPrinted>2024-03-28T08:47:00Z</cp:lastPrinted>
  <dcterms:created xsi:type="dcterms:W3CDTF">2024-05-22T06:09:00Z</dcterms:created>
  <dcterms:modified xsi:type="dcterms:W3CDTF">2025-05-06T14:33:00Z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0x0101007D488349EA825348AEEFE36C5D53640E</vt:lpwstr>
  </property>
  <property fmtid="{D5CDD505-2E9C-101B-9397-08002B2CF9AE}" pid="3" name="Order">
    <vt:r8>129600</vt:r8>
  </property>
  <property fmtid="{D5CDD505-2E9C-101B-9397-08002B2CF9AE}" pid="4" name="MediaServiceImageTags">
    <vt:lpwstr/>
  </property>
</Properties>
</file>